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8E46A8" w14:textId="77777777" w:rsidR="00030BA7" w:rsidRPr="00D716B7" w:rsidRDefault="00030BA7" w:rsidP="00030BA7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>
        <w:rPr>
          <w:rFonts w:eastAsia="Times New Roman" w:cs="Times New Roman"/>
          <w:lang w:eastAsia="cs-CZ"/>
        </w:rPr>
        <w:t>9b Zadávací dokumentace (budoucí příloha č. 2 Rámcové dohody)</w:t>
      </w:r>
    </w:p>
    <w:p w14:paraId="3B396D3A" w14:textId="69969BD3" w:rsidR="00030BA7" w:rsidRPr="00A035EA" w:rsidRDefault="00030BA7" w:rsidP="00030BA7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k</w:t>
      </w:r>
      <w:r w:rsidR="00911759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 xml:space="preserve"> Osvědčení, </w:t>
      </w:r>
      <w:r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TP a PTP</w:t>
      </w:r>
    </w:p>
    <w:p w14:paraId="25202DE0" w14:textId="77777777" w:rsidR="00030BA7" w:rsidRPr="00D30C28" w:rsidRDefault="00030BA7" w:rsidP="00030BA7">
      <w:pPr>
        <w:widowControl w:val="0"/>
        <w:autoSpaceDE w:val="0"/>
        <w:spacing w:line="297" w:lineRule="exact"/>
        <w:rPr>
          <w:rStyle w:val="Siln"/>
        </w:rPr>
      </w:pPr>
      <w:r w:rsidRPr="00D30C28">
        <w:rPr>
          <w:rStyle w:val="Siln"/>
        </w:rPr>
        <w:t>Účastník:</w:t>
      </w:r>
    </w:p>
    <w:p w14:paraId="5E8CC21D" w14:textId="77777777" w:rsidR="00030BA7" w:rsidRPr="00A035EA" w:rsidRDefault="00030BA7" w:rsidP="00030BA7">
      <w:pPr>
        <w:pStyle w:val="Identifikace"/>
        <w:rPr>
          <w:rFonts w:eastAsia="Times New Roman" w:cs="Times New Roman"/>
          <w:lang w:eastAsia="cs-CZ"/>
        </w:rPr>
      </w:pPr>
      <w:r w:rsidRPr="00D30C28">
        <w:rPr>
          <w:rStyle w:val="Siln"/>
        </w:rPr>
        <w:t>Obchodní firma/jméno</w:t>
      </w:r>
      <w:r w:rsidRPr="00A035EA">
        <w:rPr>
          <w:rFonts w:eastAsia="Times New Roman" w:cs="Times New Roman"/>
          <w:lang w:eastAsia="cs-CZ"/>
        </w:rPr>
        <w:tab/>
      </w:r>
      <w:r w:rsidRPr="00D406CF">
        <w:rPr>
          <w:rFonts w:eastAsia="Times New Roman" w:cs="Times New Roman"/>
          <w:highlight w:val="green"/>
          <w:lang w:eastAsia="cs-CZ"/>
        </w:rPr>
        <w:t>…………</w:t>
      </w:r>
    </w:p>
    <w:p w14:paraId="58FFC746" w14:textId="77777777" w:rsidR="00030BA7" w:rsidRPr="00A035EA" w:rsidRDefault="00030BA7" w:rsidP="00030BA7">
      <w:pPr>
        <w:pStyle w:val="Identifikace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D406CF">
        <w:rPr>
          <w:rFonts w:eastAsia="Times New Roman" w:cs="Times New Roman"/>
          <w:highlight w:val="green"/>
          <w:lang w:eastAsia="cs-CZ"/>
        </w:rPr>
        <w:t>…………</w:t>
      </w:r>
    </w:p>
    <w:p w14:paraId="678CA21E" w14:textId="77777777" w:rsidR="00030BA7" w:rsidRPr="00A035EA" w:rsidRDefault="00030BA7" w:rsidP="00030BA7">
      <w:pPr>
        <w:pStyle w:val="Identifikace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D406CF">
        <w:rPr>
          <w:rFonts w:eastAsia="Times New Roman" w:cs="Times New Roman"/>
          <w:highlight w:val="green"/>
          <w:lang w:eastAsia="cs-CZ"/>
        </w:rPr>
        <w:t>…………</w:t>
      </w:r>
    </w:p>
    <w:p w14:paraId="19344300" w14:textId="77777777" w:rsidR="00030BA7" w:rsidRPr="00A035EA" w:rsidRDefault="00030BA7" w:rsidP="00030BA7">
      <w:pPr>
        <w:pStyle w:val="Identifikace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D406CF">
        <w:rPr>
          <w:rFonts w:eastAsia="Times New Roman" w:cs="Times New Roman"/>
          <w:highlight w:val="green"/>
          <w:lang w:eastAsia="cs-CZ"/>
        </w:rPr>
        <w:t>…………</w:t>
      </w:r>
    </w:p>
    <w:p w14:paraId="04FB1246" w14:textId="76834172" w:rsidR="00030BA7" w:rsidRPr="00C14D97" w:rsidRDefault="00030BA7" w:rsidP="00030BA7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nabídku na </w:t>
      </w:r>
      <w:r w:rsidRPr="0077112C">
        <w:rPr>
          <w:rFonts w:eastAsia="Times New Roman" w:cs="Times New Roman"/>
          <w:lang w:eastAsia="cs-CZ"/>
        </w:rPr>
        <w:t xml:space="preserve">nadlimitní sektorovou veřejnou zakázku s názvem </w:t>
      </w:r>
      <w:bookmarkStart w:id="0" w:name="_Toc403053768"/>
      <w:r w:rsidRPr="0077112C">
        <w:rPr>
          <w:rFonts w:eastAsia="Times New Roman" w:cs="Times New Roman"/>
          <w:b/>
          <w:lang w:eastAsia="cs-CZ"/>
        </w:rPr>
        <w:t>„</w:t>
      </w:r>
      <w:bookmarkEnd w:id="0"/>
      <w:r w:rsidRPr="0049608D">
        <w:rPr>
          <w:rFonts w:ascii="Verdana" w:hAnsi="Verdana" w:cs="Times New Roman"/>
          <w:b/>
          <w:lang w:eastAsia="cs-CZ"/>
        </w:rPr>
        <w:t>Dodávky zabezpečovací a sdělovací techniky 2025 - 2027</w:t>
      </w:r>
      <w:r w:rsidRPr="0077112C">
        <w:t>“</w:t>
      </w:r>
      <w:r>
        <w:t xml:space="preserve"> pro </w:t>
      </w:r>
      <w:r w:rsidRPr="00B07808">
        <w:rPr>
          <w:b/>
          <w:bCs/>
        </w:rPr>
        <w:t xml:space="preserve">část </w:t>
      </w:r>
      <w:r w:rsidRPr="00541524">
        <w:rPr>
          <w:b/>
          <w:bCs/>
        </w:rPr>
        <w:t>2 veřejné zakázky: Návěstidla</w:t>
      </w:r>
      <w:r w:rsidRPr="00D716B7">
        <w:rPr>
          <w:rFonts w:eastAsia="Times New Roman" w:cs="Times New Roman"/>
          <w:lang w:eastAsia="cs-CZ"/>
        </w:rPr>
        <w:t xml:space="preserve">, </w:t>
      </w:r>
      <w:r w:rsidRPr="00A035EA">
        <w:rPr>
          <w:rFonts w:eastAsia="Times New Roman" w:cs="Times New Roman"/>
          <w:lang w:eastAsia="cs-CZ"/>
        </w:rPr>
        <w:t xml:space="preserve">tímto čestně prohlašuje, že v souvislosti se zadávanou veřejnou zakázkou </w:t>
      </w:r>
      <w:r>
        <w:rPr>
          <w:rFonts w:eastAsia="Times New Roman" w:cs="Times New Roman"/>
          <w:lang w:eastAsia="cs-CZ"/>
        </w:rPr>
        <w:t xml:space="preserve">bude dodávat předmět plnění, </w:t>
      </w:r>
      <w:r w:rsidR="009E7813">
        <w:rPr>
          <w:rFonts w:eastAsia="Times New Roman" w:cs="Times New Roman"/>
          <w:lang w:eastAsia="cs-CZ"/>
        </w:rPr>
        <w:t xml:space="preserve">pro který bylo vydáno Osvědčení dle </w:t>
      </w:r>
      <w:r w:rsidR="009E7813">
        <w:rPr>
          <w:szCs w:val="22"/>
        </w:rPr>
        <w:t xml:space="preserve">směrnice SŽ SM008 </w:t>
      </w:r>
      <w:r w:rsidR="009E7813" w:rsidRPr="00640549">
        <w:rPr>
          <w:szCs w:val="22"/>
        </w:rPr>
        <w:t>Systém posuzování vlivu produktů a služeb pro železniční</w:t>
      </w:r>
      <w:r w:rsidR="009E7813">
        <w:rPr>
          <w:szCs w:val="22"/>
        </w:rPr>
        <w:t xml:space="preserve"> </w:t>
      </w:r>
      <w:r w:rsidR="009E7813" w:rsidRPr="00640549">
        <w:rPr>
          <w:szCs w:val="22"/>
        </w:rPr>
        <w:t>dopravní cestu na bezpečnost provozování dráhy</w:t>
      </w:r>
      <w:r w:rsidR="009E7813">
        <w:rPr>
          <w:szCs w:val="22"/>
        </w:rPr>
        <w:t xml:space="preserve">, v platném znění (dále jen </w:t>
      </w:r>
      <w:r w:rsidR="009E7813" w:rsidRPr="00A3753B">
        <w:rPr>
          <w:b/>
          <w:bCs/>
          <w:i/>
          <w:iCs/>
          <w:szCs w:val="22"/>
        </w:rPr>
        <w:t>„Osvědčení“</w:t>
      </w:r>
      <w:r w:rsidR="009E7813">
        <w:rPr>
          <w:szCs w:val="22"/>
        </w:rPr>
        <w:t>)</w:t>
      </w:r>
      <w:r w:rsidR="009E7813">
        <w:rPr>
          <w:rFonts w:eastAsia="Times New Roman" w:cs="Times New Roman"/>
          <w:lang w:eastAsia="cs-CZ"/>
        </w:rPr>
        <w:t xml:space="preserve">, případně </w:t>
      </w:r>
      <w:r>
        <w:rPr>
          <w:rFonts w:eastAsia="Times New Roman" w:cs="Times New Roman"/>
          <w:lang w:eastAsia="cs-CZ"/>
        </w:rPr>
        <w:t>pro nějž jsou Správou železnic, státní organizací, schváleny Technické podmínky</w:t>
      </w:r>
      <w:r w:rsidRPr="00C14D97">
        <w:rPr>
          <w:rFonts w:eastAsia="Times New Roman" w:cs="Times New Roman"/>
          <w:lang w:eastAsia="cs-CZ"/>
        </w:rPr>
        <w:t xml:space="preserve"> (dále jen „</w:t>
      </w:r>
      <w:r w:rsidRPr="003E3CF1">
        <w:rPr>
          <w:rFonts w:eastAsia="Times New Roman" w:cs="Times New Roman"/>
          <w:b/>
          <w:bCs/>
          <w:i/>
          <w:iCs/>
          <w:lang w:eastAsia="cs-CZ"/>
        </w:rPr>
        <w:t>TP</w:t>
      </w:r>
      <w:r w:rsidRPr="00C14D97">
        <w:rPr>
          <w:rFonts w:eastAsia="Times New Roman" w:cs="Times New Roman"/>
          <w:lang w:eastAsia="cs-CZ"/>
        </w:rPr>
        <w:t xml:space="preserve">“). </w:t>
      </w:r>
      <w:r>
        <w:rPr>
          <w:rFonts w:eastAsia="Times New Roman" w:cs="Times New Roman"/>
          <w:lang w:eastAsia="cs-CZ"/>
        </w:rPr>
        <w:t>V případě, že pro vybrané položky zboží uvedené v příloze č. 1</w:t>
      </w:r>
      <w:r w:rsidR="009E7813">
        <w:rPr>
          <w:rFonts w:eastAsia="Times New Roman" w:cs="Times New Roman"/>
          <w:lang w:eastAsia="cs-CZ"/>
        </w:rPr>
        <w:t>b</w:t>
      </w:r>
      <w:r>
        <w:rPr>
          <w:rFonts w:eastAsia="Times New Roman" w:cs="Times New Roman"/>
          <w:lang w:eastAsia="cs-CZ"/>
        </w:rPr>
        <w:t xml:space="preserve"> Zadávací dokumentace nejsou uzavřeny TP</w:t>
      </w:r>
      <w:r w:rsidR="009E7813">
        <w:rPr>
          <w:rFonts w:eastAsia="Times New Roman" w:cs="Times New Roman"/>
          <w:lang w:eastAsia="cs-CZ"/>
        </w:rPr>
        <w:t xml:space="preserve"> či vydané Osvědčení</w:t>
      </w:r>
      <w:r>
        <w:rPr>
          <w:rFonts w:eastAsia="Times New Roman" w:cs="Times New Roman"/>
          <w:lang w:eastAsia="cs-CZ"/>
        </w:rPr>
        <w:t>, tímto čestně prohlašuje, že k těmto položkám jsou uzavřeny Prozatímní technické podmínky (dále jen „</w:t>
      </w:r>
      <w:r w:rsidRPr="003E3CF1">
        <w:rPr>
          <w:rFonts w:eastAsia="Times New Roman" w:cs="Times New Roman"/>
          <w:b/>
          <w:bCs/>
          <w:i/>
          <w:iCs/>
          <w:lang w:eastAsia="cs-CZ"/>
        </w:rPr>
        <w:t>PTP</w:t>
      </w:r>
      <w:r>
        <w:rPr>
          <w:rFonts w:eastAsia="Times New Roman" w:cs="Times New Roman"/>
          <w:lang w:eastAsia="cs-CZ"/>
        </w:rPr>
        <w:t xml:space="preserve">“). </w:t>
      </w:r>
    </w:p>
    <w:p w14:paraId="3AEC1595" w14:textId="629071C3" w:rsidR="004871B8" w:rsidRPr="00C14D97" w:rsidRDefault="00030BA7" w:rsidP="00030BA7">
      <w:pPr>
        <w:spacing w:line="240" w:lineRule="auto"/>
      </w:pPr>
      <w:r w:rsidRPr="00C14D97">
        <w:t xml:space="preserve">Účastník prohlašuje, že předmět plnění dodávaný v dílčích zakázkách bude splňovat technické </w:t>
      </w:r>
      <w:r>
        <w:t>vlastnosti</w:t>
      </w:r>
      <w:r w:rsidRPr="00C14D97">
        <w:t xml:space="preserve"> uvedené v</w:t>
      </w:r>
      <w:r w:rsidR="009E7813">
        <w:t> Osvědčení,</w:t>
      </w:r>
      <w:r>
        <w:t> </w:t>
      </w:r>
      <w:r w:rsidRPr="00C14D97">
        <w:t>TP</w:t>
      </w:r>
      <w:r>
        <w:t xml:space="preserve"> či PTP, v případě vybraných položek</w:t>
      </w:r>
      <w:r w:rsidRPr="00C14D97">
        <w:t>. Účastník rovněž bere na vědomí své právní povinnosti z toho vyplývající.</w:t>
      </w:r>
    </w:p>
    <w:p w14:paraId="3A544A30" w14:textId="5B750D27" w:rsidR="004871B8" w:rsidRPr="00C14D97" w:rsidRDefault="004871B8" w:rsidP="004871B8">
      <w:pPr>
        <w:spacing w:line="240" w:lineRule="auto"/>
        <w:rPr>
          <w:rFonts w:eastAsia="Times New Roman" w:cs="Times New Roman"/>
          <w:lang w:eastAsia="cs-CZ"/>
        </w:rPr>
      </w:pPr>
      <w:r w:rsidRPr="00C14D97">
        <w:rPr>
          <w:rFonts w:eastAsia="Times New Roman" w:cs="Times New Roman"/>
          <w:lang w:eastAsia="cs-CZ"/>
        </w:rPr>
        <w:t xml:space="preserve">Účastník </w:t>
      </w:r>
      <w:r w:rsidR="008F331D" w:rsidRPr="00C14D97">
        <w:rPr>
          <w:rFonts w:eastAsia="Times New Roman" w:cs="Times New Roman"/>
          <w:lang w:eastAsia="cs-CZ"/>
        </w:rPr>
        <w:t xml:space="preserve">se rozhodl, že </w:t>
      </w:r>
      <w:r w:rsidRPr="00C14D97">
        <w:rPr>
          <w:rFonts w:eastAsia="Times New Roman" w:cs="Times New Roman"/>
          <w:lang w:eastAsia="cs-CZ"/>
        </w:rPr>
        <w:t>pro tyto účely využije výrobky s následujícími TP</w:t>
      </w:r>
      <w:r w:rsidR="0049608D">
        <w:rPr>
          <w:rFonts w:eastAsia="Times New Roman" w:cs="Times New Roman"/>
          <w:lang w:eastAsia="cs-CZ"/>
        </w:rPr>
        <w:t xml:space="preserve"> či PTP</w:t>
      </w:r>
      <w:r w:rsidR="009E7813">
        <w:rPr>
          <w:rFonts w:eastAsia="Times New Roman" w:cs="Times New Roman"/>
          <w:lang w:eastAsia="cs-CZ"/>
        </w:rPr>
        <w:t xml:space="preserve"> či vydaným Osvědčením</w:t>
      </w:r>
      <w:r w:rsidRPr="00C14D97">
        <w:rPr>
          <w:rFonts w:eastAsia="Times New Roman" w:cs="Times New Roman"/>
          <w:lang w:eastAsia="cs-CZ"/>
        </w:rPr>
        <w:t xml:space="preserve">: </w:t>
      </w:r>
    </w:p>
    <w:tbl>
      <w:tblPr>
        <w:tblW w:w="7088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992"/>
        <w:gridCol w:w="992"/>
        <w:gridCol w:w="1985"/>
      </w:tblGrid>
      <w:tr w:rsidR="00E81A1F" w14:paraId="3362435E" w14:textId="77777777" w:rsidTr="00E81A1F">
        <w:trPr>
          <w:trHeight w:val="687"/>
        </w:trPr>
        <w:tc>
          <w:tcPr>
            <w:tcW w:w="311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E3E3E3" w:fill="auto"/>
          </w:tcPr>
          <w:p w14:paraId="1C11828E" w14:textId="20E5FD38" w:rsidR="00E81A1F" w:rsidRPr="000860E6" w:rsidRDefault="00E81A1F" w:rsidP="00D276F9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0860E6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Název </w:t>
            </w: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zboží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E3E3E3" w:fill="auto"/>
          </w:tcPr>
          <w:p w14:paraId="66CA3476" w14:textId="5A39B05F" w:rsidR="00E81A1F" w:rsidRPr="000860E6" w:rsidRDefault="00E81A1F" w:rsidP="00D276F9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Číslo</w:t>
            </w:r>
            <w:r w:rsidRPr="000860E6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Osvědčení/</w:t>
            </w:r>
            <w:r w:rsidRPr="000860E6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TP</w:t>
            </w:r>
            <w:r>
              <w:rPr>
                <w:rStyle w:val="Znakapoznpodarou"/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footnoteReference w:id="1"/>
            </w:r>
            <w:r w:rsidRPr="000860E6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E3E3E3" w:fill="auto"/>
          </w:tcPr>
          <w:p w14:paraId="764B7984" w14:textId="55DBA557" w:rsidR="00E81A1F" w:rsidRDefault="00E81A1F" w:rsidP="00D276F9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Číslo</w:t>
            </w:r>
            <w:r w:rsidRPr="000860E6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PTP</w:t>
            </w:r>
            <w:r>
              <w:rPr>
                <w:rStyle w:val="Znakapoznpodarou"/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footnoteReference w:id="2"/>
            </w:r>
          </w:p>
        </w:tc>
        <w:tc>
          <w:tcPr>
            <w:tcW w:w="198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E3E3E3" w:fill="auto"/>
          </w:tcPr>
          <w:p w14:paraId="4881B750" w14:textId="66F3291D" w:rsidR="00E81A1F" w:rsidRDefault="00E81A1F" w:rsidP="00D276F9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Osoba, s níž má zadavatel uzavřeny TP či PTP či je uvedena v Osvědčení</w:t>
            </w:r>
            <w:r>
              <w:rPr>
                <w:rStyle w:val="Znakapoznpodarou"/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footnoteReference w:id="3"/>
            </w:r>
            <w:r w:rsidRPr="000860E6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E81A1F" w:rsidRPr="006240C3" w14:paraId="6E44F9C8" w14:textId="77777777" w:rsidTr="00E81A1F">
        <w:trPr>
          <w:trHeight w:val="336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17B2775" w14:textId="44270F3F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Blok elektroniky PUR-2P (CV012165007)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CA585C6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509E7B3" w14:textId="45DDAAC5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80AB817" w14:textId="77777777" w:rsidR="00E81A1F" w:rsidRPr="006240C3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</w:tr>
      <w:tr w:rsidR="00E81A1F" w:rsidRPr="006240C3" w14:paraId="241559B5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176C405" w14:textId="4CB04696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Blok elektroniky PUR-2Z (CV012165010)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44AADCF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FFACEAB" w14:textId="63ED1ABC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3D7423F" w14:textId="77777777" w:rsidR="00E81A1F" w:rsidRPr="0049608D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:rsidRPr="006240C3" w14:paraId="4D784C90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411862B" w14:textId="4787DF0E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Čep (CV012430020)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F5505E7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BD02012" w14:textId="1A278FF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A6B3260" w14:textId="77777777" w:rsidR="00E81A1F" w:rsidRPr="0049608D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:rsidRPr="006240C3" w14:paraId="6419341A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CBCF1B7" w14:textId="0003EBFC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Čočka čirá stupňovitá D94 (HM0633409990001)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791DE69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20E2F66" w14:textId="7ACABF42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53D19F3" w14:textId="77777777" w:rsidR="00E81A1F" w:rsidRPr="0049608D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:rsidRPr="006240C3" w14:paraId="19CD23A8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C085570" w14:textId="345ACFFA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Čočka optická čirá (CV014300009)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6C2A506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4418A0E" w14:textId="4F184096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15A21BD" w14:textId="77777777" w:rsidR="00E81A1F" w:rsidRPr="0049608D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:rsidRPr="006240C3" w14:paraId="635443CA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C995EE6" w14:textId="0BB328E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Deska (CV012430048)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2DA9B5C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786F15D" w14:textId="70728CD6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EE6478F" w14:textId="77777777" w:rsidR="00E81A1F" w:rsidRPr="0049608D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:rsidRPr="006240C3" w14:paraId="20A825E5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351D3D8" w14:textId="4CB182DE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Deska izolační (CV012430008)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538B80C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BF96F24" w14:textId="7591DF7B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B297632" w14:textId="77777777" w:rsidR="00E81A1F" w:rsidRPr="0049608D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:rsidRPr="006240C3" w14:paraId="0AD15D8B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C61C22A" w14:textId="17E6AB7A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Deska LED 2 úplná - zelená (CV012155033)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D62B62D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EF3ABEC" w14:textId="783767B1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51752D4" w14:textId="77777777" w:rsidR="00E81A1F" w:rsidRPr="0049608D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:rsidRPr="006240C3" w14:paraId="4401DE4F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5861A55" w14:textId="382BA631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lastRenderedPageBreak/>
              <w:t>Deska LED 2 úplná (CV012155032)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4AD1142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E7BFDC5" w14:textId="0091F4CE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5C364E1" w14:textId="77777777" w:rsidR="00E81A1F" w:rsidRPr="0049608D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:rsidRPr="006240C3" w14:paraId="6D91E4B7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68DF2B0" w14:textId="1B756C35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Deska LED 2 úplná-žlutá (CV012155034)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EA3F3D3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2CDADBC" w14:textId="7A692DEB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78ED518" w14:textId="77777777" w:rsidR="00E81A1F" w:rsidRPr="0049608D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:rsidRPr="006240C3" w14:paraId="58737BD2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E31F430" w14:textId="5513C16F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Deska LED úplná bílá (CV012165001)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D71B3B2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E07A0D6" w14:textId="30137B39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5B1FE3E" w14:textId="77777777" w:rsidR="00E81A1F" w:rsidRPr="0049608D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17DA3A65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1AE6CE9" w14:textId="64CC5E40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Deska LED úplná zelená (CV012165002)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B95050E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EEFBED5" w14:textId="766AF978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E78B591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546E8A55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141336F" w14:textId="7425E1FC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Deska LED úplná žlutá (CV012165003)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D5EEB1C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D6E7D72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2CF43F3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15166B94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CF6D5EC" w14:textId="094B06D5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Deska nosná (CV012430007)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47985C4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50D918A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4950CBC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278AE409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8A36F74" w14:textId="45FB5EE6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Deska pryžová (CV012430049)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0F761B9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D6CD2F8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2E648FE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5D56BE29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7DFCBE3" w14:textId="2AD8A692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Deska redukční (CV012789001M)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F9D9178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AE25F70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9744A64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27C100F4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9F8FCE3" w14:textId="0D3EC65D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Deska svítilnová boční 200 km/h (CV012369011)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00A7CA9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D5D4452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E12F154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172335D9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2808314" w14:textId="62AC6F25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Deska svítilnová dolní 200 km/h (CV012369013)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731501D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9DB24B4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71BF8C3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78696A40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3C12733" w14:textId="47001276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Deska svítilnová dolní krátká 200 km/h (CV012369014)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409AF37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29382BD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00B3126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30DDCB6A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13083F9" w14:textId="3959E952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Deska svítilnová horní 200 km/h (CV012369012)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D43C4BD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BDF8C55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A177484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37BB94A8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711BE0F" w14:textId="6DCADD85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Deska svítilnová plastová boční úplná (CV012369003)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EB52FC7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7F68F1A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8DCBFEC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01B4447A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431C3EE" w14:textId="3499C98C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Deska svítilnová plastová horní-dolní úplná (CV012369004)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4365874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3EC2F8E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6E95D7C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6AE6359C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92982BD" w14:textId="4A358C61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Deska transformátoru nosná (ST3/R) úplná (CV013305010)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889641B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9D21250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B154AE0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40B8C056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A0D7C93" w14:textId="44AB98FB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Deska transformátoru nosná (ST3/R+NTU-2) (CV013305011)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270E5AD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027E242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51FD199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2CFF6C68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980B50A" w14:textId="7D04DF14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Deska transformátoru ST3-R (CV012299001)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9AE1633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6968D00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8AC171C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1ADB92A9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7746D5C" w14:textId="7377D92B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Deska transformátoru ST3R/NTU-2 (CV012299002)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8942542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6662FB7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941580C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091EA3A5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0C0B6C1" w14:textId="5B2C2E32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Deska transformátoru ST4 - pro plast.dveře (CV012299004)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C2FEB72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5684C62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D470884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0E106CCF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CE35089" w14:textId="7C18AEAE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Deska transformátoru ST4 (CV012299003)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7959AAB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15B788C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D2C7850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214788A2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441964F" w14:textId="3C3CB89B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Deska ukazatele PUR (CV012155030)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330186F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7263BF4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0D6F37C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2D95DE46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DA61D24" w14:textId="3A315966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Deska zámková pro trpasličí náv. (CV012759001M)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8B8E690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871FF25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85630AB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01B7A92E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7E55613" w14:textId="278E4D5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Deska zámková úplná pro obousm. náv. (CV012429004M)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4241DC6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8970CF8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5D97059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52CCE96B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EA46FAD" w14:textId="56AC0E0F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Deska zámková úplná pro stož.náv. (CV012429001M)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55D1EA1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06CFE13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05BF4D9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410F16FE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3673CC4" w14:textId="328EBD5E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Držadlo úplné pro zink.stožár (CV012509002M)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A9314A1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78B2DC5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167AAC5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3ECE1657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ABC10BB" w14:textId="68E3902A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lastRenderedPageBreak/>
              <w:t>Držák se štítkem samolep. bílý 104x128mm 1 znak alfanum. (HM0404001100025)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BDA969A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BD03C0E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E9CC212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763A550C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84246BF" w14:textId="16BDF7E4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Držák se štítkem samolep. bílý 104x128mm 2 znaky alfanum. (HM0404001100026)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1A0DEB0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38BD37D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63D3C2E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340DE563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1E518A5" w14:textId="56807562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Držák se štítkem samolep. bílý 210x128mm 3 znaky alfanum. (HM0404001100027)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CEF6793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7657980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AF2EA28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04F54501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9692C31" w14:textId="17079ED8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Držák se štítkem samolep. bílý 210x128mm 4 znaky alfanum. (HM0404001100028)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2D132E4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E99F533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3606AFD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5E635673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A66EDB8" w14:textId="461E1DE4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Držák se štítkem samolep. bílý 210x128mm 5 znaků alfanum. (HM0404001100029)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9BA7652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15A16C2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827EAB0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4F53C5AA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B44A833" w14:textId="612E72CF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Držák se štítkem samolep. bílý 316x128mm 6 znaků alfanum. (HM0404001100030)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3F566AB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870AC86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5977AED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478A2662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744B479" w14:textId="26742B5F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Držák se štítkem samolep. bílý 316x128mm 7 znaků alfanum. (HM0404001100031)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1CC6FFB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AF0CADA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2A2B86E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7C02C1F8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CDAE8A9" w14:textId="7F477C1C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Držák se štítkem samolep. bílý 316x128mm 8 znaků alfanum. (HM0404001100032)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51C4488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87DE487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0B5080D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1FBEDD54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5EEAC70" w14:textId="3858B04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Držák se štítkem samolep. černý 104x128mm 1 znak alfanum. (HM0404001100009)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05A3694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FECA933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523F6C7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487D633D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E3140F3" w14:textId="7460CD74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Držák se štítkem samolep. černý 104x128mm 2 znaky alfanum. (HM0404001100010)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295A515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1EB0BBD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12E4E44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59A46B61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127DD14" w14:textId="4323440B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Držák se štítkem samolep. černý 210x128mm 3 znaky alfanum. (HM0404001100011)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158FD9D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E065677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42FD252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5A2B0855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0BD1491" w14:textId="10216215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Držák se štítkem samolep. černý 210x128mm 4 znaky alfanum. (HM0404001100012)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0CAC1AA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D745912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389D7DE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2D85D021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C09A0BE" w14:textId="2C76C18A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Držák se štítkem samolep. černý 210x128mm 5 znaků alfanum. (HM0404001100013)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8687E07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BB7A6B0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F82871A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7E93EEB1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D2388A9" w14:textId="0483BD60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Držák se štítkem samolep. černý 316x128mm 6 znaků alfanum. (HM0404001100014)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73EA6D7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9937D8A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A440580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505488E9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EAC5018" w14:textId="4A33711C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lastRenderedPageBreak/>
              <w:t>Držák se štítkem samolep. černý 316x128mm 7 znaků alfanum. (HM0404001100015)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3899BF6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130EDEE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D249AD5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031BD387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5960A98" w14:textId="0289E8C4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Držák se štítkem samolep. černý 316x128mm 8 znaků alfanum. (HM0404001100016)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8215F75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357D741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BE9CAF4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3E1DEFEF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141AA0B" w14:textId="213FB924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Držák se štítkem samolep. červený 104x128mm 1 znak alfanum. (HM0404001100001)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F2545F6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3F9994E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97AFBE2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41517851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29F6FF9" w14:textId="52F557CD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Držák se štítkem samolep. červený 104x128mm 2 znaky alfanum. (HM0404001100002)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9979EA4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8ADC4BB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D611AE3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04385541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E0BF19A" w14:textId="20F34B0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Držák se štítkem samolep. červený 210x128mm 3 znaky alfanum. (HM0404001100003)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B40734B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293CFA1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B90FC9F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21E0AB79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B5A729D" w14:textId="6CC02B2D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Držák se štítkem samolep. červený 210x128mm 4 znaky alfanum. (HM0404001100004)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7EBACC0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74F476D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773D5E0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72DAA61E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7EFBCD7" w14:textId="32D8AD5F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Držák se štítkem samolep. červený 210x128mm 5 znaků alfanum. (HM0404001100005)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32C4810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4D5845A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E4331CE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4FEE542B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A44556F" w14:textId="713BF3C9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Držák se štítkem samolep. červený 316x128mm 6 znaků alfanum. (HM0404001100006)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A8E87A6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8F6BCC1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CB3FC98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1C3871FD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3E1CB73" w14:textId="56261DCC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Držák se štítkem samolep. červený 316x128mm 7 znaků alfanum. (HM0404001100007)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846C8A0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E8B97C3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C49F492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6B014358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325A2A8" w14:textId="583CE848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Držák se štítkem samolep. červený 316x128mm 8 znaků alfanum. (HM0404001100008)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5DDC1B2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75CD27B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F03AC9A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48627502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3E6CEDB" w14:textId="0328904B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Držák se štítkem samolep. červený 422x128mm 9 znaků alfanum. (HM0404001100077)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89A7C62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9A26065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558BD49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0DBF8FA2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1FD25B4" w14:textId="5B032924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Držák se štítkem samolep. modrý 104x128mm 1 znak alfanum. (HM0404001100017)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79C40DB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07102ED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A8A111F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2E14BC18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C42B0D6" w14:textId="0BEF3011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Držák se štítkem samolep. modrý 104x128mm 2 znaky alfanum. (HM0404001100018)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586DB10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18E95B5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61210A0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24916000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F871B0F" w14:textId="790CC26A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Držák se štítkem samolep. modrý 210x128mm 3 znaky alfanum. (HM0404001100019)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D260297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63E2350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8DD8057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34E4915E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DCDC468" w14:textId="70039FCC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lastRenderedPageBreak/>
              <w:t>Držák se štítkem samolep. modrý 210x128mm 4 znaky alfanum. (HM0404001100020)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9F4D393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06589BE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262019B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080FFA49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85D2E90" w14:textId="2E3BD932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Držák se štítkem samolep. modrý 210x128mm 5 znaků alfanum. (HM0404001100021)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9D0426C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5910998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829D653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0F02D3CA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87DA751" w14:textId="57158F2B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Držák se štítkem samolep. modrý 316x128mm 6 znaků alfanum. (HM0404001100022)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7887E75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A68128A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59C0F46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08952C9B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5C3D62A" w14:textId="49DCE560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Držák se štítkem samolep. modrý 316x128mm 7 znaků alfanum. (HM0404001100023)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4FBE0B2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DE80BE5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A1D1401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2492EA90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C893224" w14:textId="6D985599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Držák se štítkem samolep. modrý 316x128mm 8 znaků alfanum. (HM0404001100024)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65580BF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938E7FF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728D57C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14DBFC8E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3DC9E2E" w14:textId="39071AAF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Držák se štítkem samolep. modrý 422x128mm 9 znaků alfanum. (HM0404001100033)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1AD2B38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B5FDB62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77028DA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2BC25C17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E6E6DFE" w14:textId="2E3F7831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Držák se štítkem samolep. modrý 422x128mm 10 znaků alfanum. (HM0404001100034)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D7E982A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CA07CDD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3E322FF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22247082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84CCDA8" w14:textId="22E998DE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Držák trafa ST-7 pro plastové 01229F (CV012299006)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57A790E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682CB74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2C3F1EA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3B4D45CD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1E451F9" w14:textId="14EFE4E5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Dveře plastové pro hliníkové svítilny (CV012305068)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F29670B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262E391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6C128F7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1B645204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6E4B4DF" w14:textId="2C80D44A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Dveře úplné - plast (CV013305007)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EFB717B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F3D4470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C7764D6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59EC43FF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B503AF8" w14:textId="372B712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Filtr úplný luno-bílý (CV012835011)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FF2F377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672FEFC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4ACF2D2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178CC458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3D017E9" w14:textId="66AA857A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Filtr úplný zelený (CV012835013)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13217D8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9C976EA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0E3A062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5E50459F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16B8258" w14:textId="55051E11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Filtr úplný žlutý (CV012835012)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4744B9A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C85207F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A3C81E6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28F34FFE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4A8C548" w14:textId="245B56F6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Folie samolepící pro dveře návěstní svít. (CV012370010)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9A52A6E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0599E8B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9241981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4865FE28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2386F45" w14:textId="7EFC0105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Folie samolepící pro stín. návěst.svítil. (CV012370008)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A118F60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EB5F92A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624AF4E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2E52B1B2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13F6F78" w14:textId="7A0EF002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Indikátor „Na svážný pahrbek postaveno“ (CV012159009)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9A44188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D72F0AD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D87D067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1EED8E24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04A756C" w14:textId="56DE1545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Indikátor „Směr jízdy vlaku“ (CV012159008)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3879ED4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4E508C1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18D9082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762D531A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DCD21AE" w14:textId="3BD47DD6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Indikátor „Světelný kříž neplatnosti“ (CV012159006)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191DEE4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42079AA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CE8485F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49BE0130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FB98754" w14:textId="435E7F53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Indikátor „Z dopravní koleje postaveno“ (CV012159007)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B896B66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1E9DF47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4277B9D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4FC576D9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7FE512D" w14:textId="1FD3AAF0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lastRenderedPageBreak/>
              <w:t>Indikátor „Zkrácená vzdálenost“ (CV012159005)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27D233B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5BD8040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1EDEDB7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7105AA66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9BAAFCC" w14:textId="4DE4DA5E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Indikátor „Zpět“ (CV012159010)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9F6F1C2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1A598B7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8E05410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06830025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6B510EA" w14:textId="37E2CF6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Indikátor PUR se šipkou "vlevo" (CV012159029)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B56D167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CAC2D0A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448C38E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18B97490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CB9AE31" w14:textId="686ECBF0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Indikátor PUR se šipkou "vpravo" (CV012159030)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A5C829C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A0BA1C4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B49C939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0825D726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804A5C9" w14:textId="7B55C695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Indikátor PUR-2 „Na svážný pahrbek postaveno“ (CV012169009)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5591120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4F2AAD4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C905551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2704181B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D42F8A6" w14:textId="16EDDFA6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Indikátor PUR-2 „Směr jízdy vlaku“ (CV012169008)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D49EFAA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87C343C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FECB5B8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18EC98DC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F307DC3" w14:textId="0CB69510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Indikátor PUR-2 „Světelný kříž neplatnosti“ (CV012169006)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2559DA0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98CB94D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6AD7EF7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72184B6A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6FC9E24" w14:textId="1F8C1BB9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Indikátor PUR-2 „Z dopravní koleje postaveno“ (CV012169007)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44BB076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6BD4920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6AB3B8D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632C3C01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4BE763B" w14:textId="528C5D38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Indikátor PUR-2 „Zkrácená vzdálenost“ (CV012169005)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9CA8ADB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A3DA9BC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AA55149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29F1B9CF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71C9555" w14:textId="6F80E95A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Indikátor PUR-2 „Zpět“ (CV012169010)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E999CF9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627ADB0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B3EF961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39A903AB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50ADCBF" w14:textId="6FFC971C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Indikátor PUR-2 se šipkou "vlevo" (CV012169029)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CC38212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361E1F4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D261964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345051A8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91FF29F" w14:textId="105A44A0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Indikátor PUR-2 se šipkou "vpravo" (CV012169030)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9ABB186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AC653F2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58F44D5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697AED08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A0FAB92" w14:textId="0372F87B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Indikátory „Na svážný pahrbek postaveno“ a „Zpět“ (CV012159011)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635EEA1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E109A97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E074F53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445CA60B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B189B97" w14:textId="3080A2F3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Indikátory PUR-2 „Na svážný pahrbek postaveno“ a „Zpět“ (CV012169011)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A15E160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473DA8C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B93E8F5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1A0E98D5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17DD49A" w14:textId="361E3CC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Izolace vnitřní - skříně (CV012430138)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351CE58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465DADE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28A2DDF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1B554830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110B85D" w14:textId="63F83874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Izolace vnitřní - víka (CV012430139)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97DA346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3ED85F4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A38AD17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232CE0BE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6FF1B98" w14:textId="79655344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Jednotka elektroniky (CV012835026)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3D28C74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F63301C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B396037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3D98945C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2CD236F" w14:textId="6EA57BA1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Kabel CMSM-X 2×1,5 (HM0341447041011)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2D53C61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97A3405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02A9B67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5D827EA8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7FD5061" w14:textId="4B00EC65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Kabel CMSM-X 3×1,5 (HM0341447141034)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C017A59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FBF6B64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D87CAF8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1AB7E235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5906850" w14:textId="42A31FD4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Kabel CMSM-X 4×1,5 (HM0341447241054)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FFEBE12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ACE9FCB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3D4EDEA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5743B316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D8E0E58" w14:textId="78C237C4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Kabel CMSM-X 5×1,5 (HM0341447340003)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DC92BCC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9A2052E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7AD87E7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2DBA90D1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1863CAC" w14:textId="7D0CB80C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Kabel CMSM-X 7×1,5 (HM0341447440004)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5D26C2C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48CBE16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6650D43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6B92697A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936CCF5" w14:textId="79DEB9D1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Kabel CMSM-X 12×1,5 (HM0341447540004)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6618881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6BE8ADD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6E21D7F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5124E046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9CAD77F" w14:textId="31E8E4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Kabel CMSM-X 19×1,5 (HM0341447640004)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5BA1E3E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0271B27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749468F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2BFD187A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9AFD9A6" w14:textId="3AE04EF1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Kabel JZ500 25×1,5 (HM0341447740004)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A3DA685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A2A27D6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E472FAF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3F47E841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B54AC09" w14:textId="460389D8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lastRenderedPageBreak/>
              <w:t>Kabel propojovací 1400 FF (CV012165032)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A588C0B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201535E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7E82108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3CC6A6DB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82451B7" w14:textId="7EC6FA1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Kabel propojovací 150 MF (CV012165034)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45F99B2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2980EB1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E786BA7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6DFDB2E2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CC3CDEA" w14:textId="55D44AB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Kabel propojovací 400 MF (CV012165031)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EBF766D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22F2D82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6F19C15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59E96DA0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55AB957" w14:textId="491AF031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Klika levá - sestava (CV012305051)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48538E3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5E44716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188030B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2AEA85A7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EFA847F" w14:textId="49FDC36A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Klika levá úplná (CV012155005)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BB9DA78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3FF21BD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DBDF19A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4C1B28B4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36E53D7" w14:textId="266571FB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Klika pravá - sestava (CV012305052)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A9316EE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7E37F4D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D979AD1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7B51C6EF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97D03CE" w14:textId="50036FAD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Klika pravá úplná (CV012155006)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C07AE09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DAC4B96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5DC9BCD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5D2C816D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654EB53" w14:textId="64CDB78D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Klika upravená (CV012289002)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2D49A88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13922E8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7FCED69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7B008117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DE27F37" w14:textId="10A2317A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Konzola dolní úplná pro obousm. návěst.INOX (CV012419005M)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5370B3D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BB70E15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8A41D2F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3CC29A3F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4507FC3" w14:textId="37732794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Konzola dolní úplná pro stož.náv.INOX (CV012419004M)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F4224D1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78B62FB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961172B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672CD0AA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8C2F159" w14:textId="4E16CD42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Konzola horní (CV012409001M)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9B19ADB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D8E8DE3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0E61E80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03F6C195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50F1D7A" w14:textId="6C99EC21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Kroužek těsnící (CV011070014)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FEACB01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D7ABE9A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8EF0098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726A628A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FF47911" w14:textId="11C1976B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Kryt horní trpasl.návěst. (CV012499001)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0D57ACA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8D4435D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2293887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127C6F19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26FCF68" w14:textId="423CFCDA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Kryt LED svítilny bez programovacích oken (CV014410157)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674B01B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594E83C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C9DF2E7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7F9DCFAE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45D28BC" w14:textId="49FB242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Kryt LED svítilny s programovacími okny (CV014410155)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4F0787B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84AEBC3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D4372F4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6B6630E4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BC9B798" w14:textId="163487CD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Mezikryt LED svítilny AŽD (CV014410156)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4952CC5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9E3406E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E2BA502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36B2F3E3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B8CC9B7" w14:textId="5F235305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Modul elektrooptický LLA-2B (CV014415205)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32327BB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6B7F7E3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AADC031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0E4745D8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E56C35C" w14:textId="2B959340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Modul elektrooptický LLA-2G (CV014415201)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19179E2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4FDCEA8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7EDF11A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504628E0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AF0C497" w14:textId="19598303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Modul elektrooptický LLA-2R (CV014415204)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1B2CF98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3D29BB6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1AC7661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7EA77796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A1DE5E6" w14:textId="2115811A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Modul elektrooptický LLA-2W (CV014415203)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80967CC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BDFBC46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146A7FE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5CCB7B2A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9C310BA" w14:textId="034AC95B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Modul elektrooptický LLA-2Y (CV014415202)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B655D59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ABB1EDD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79BBDC1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78D1773F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55A3AA2" w14:textId="1CF88673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Modul kompenzace PUR-2T (CV012165011)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188176B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CF7310C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22176A6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4130274B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193BD00" w14:textId="1D6DD689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krakorc. 1 sv. typ:4007 (CV012525076)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BC6732D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73D7ECF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D368F9C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566F3DA0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92AAACE" w14:textId="40DDDACB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krakorc. 2 sv. typ:4002 (CV012525073)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4E7767A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EB917C3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DD16DD5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765CA26A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DF6F067" w14:textId="425B7CC3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krakorc. 2 sv. typ:4003 (CV012525072)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5718A7E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FDACCFA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7F67E6A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3980D791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BD2A31B" w14:textId="60116FAB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krakorc. 2 sv. typ:4004 (CV012525074)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AC825DE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B616E38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3CE3981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5BCDEBCD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2E036EA" w14:textId="4B8E2D7F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lastRenderedPageBreak/>
              <w:t>Návěstidlo krakorc. 2 sv. typ:4005 (CV012525075)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EA78D45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CE356DF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8889BCD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07E81EB0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3046D61" w14:textId="0E32788E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krakorc. 2 sv. typ:4008 (CV012525219)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BE4FE8D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B0638AB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8B8E2F9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5D16F655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83EA36F" w14:textId="740C6586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krakorc. 2 sv. typ:7004 (CV012525604)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610AB5F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88B3161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EF23638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79A9AEBD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5657C9E" w14:textId="7A301231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krakorc. 3 sv. 1PUR typ:4014 (CV012525079)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16A9749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13A95D9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F9386DE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073DBAC9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72F2D80" w14:textId="5F62A0BD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krakorc. 3 sv. ABE 1 typ 7011 (CV012525220)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7F1617E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235D804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6AD08F7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528FDD43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A83E640" w14:textId="2F4E4112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krakorc. 3 sv. typ:4011 (CV012525077)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1250A42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50733C2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05972A5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4D1BDDF2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417F25B" w14:textId="275EE6C4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krakorc. 3 sv. typ:4013 (CV012525078)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5B97894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753B8B5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1E1C3A9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3EA5C955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62AE4DB" w14:textId="4F5737BF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krakorc. 3 sv. typ:4016 (CV012525080)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69A9174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2CAFE90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09491AF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1C1044FB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8D81B17" w14:textId="5C1185A2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krakorc. 3 sv. typ:4018 (CV012525081)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59415CD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D152826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FB20900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1469C9DD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CAB0908" w14:textId="712504A3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krakorc. 3 sv. typ:7016 (CV012525616)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8864503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212340C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F636D6D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21BCDE1F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0A778BB" w14:textId="2CAB0ED3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krakorc. 4 sv. 1PUR typ:4031 (CV012525083)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3CF99A5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E45FE26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E33BBE9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69A0673D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3856106" w14:textId="60F4F25E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krakorc. 4 sv. 1PUR typ:4036 (CV012525086)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EE7E065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0986BE5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26FE492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0FE22468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DBF085F" w14:textId="7ABED611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krakorc. 4 sv. 1PUR typ:4037 (CV012525087)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4B112BB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8287144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28E15AC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7E66D7D2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E75743E" w14:textId="2C2C5F43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krakorc. 4 sv. 1PUR typ:4040 (CV012525090)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AF96C08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DB22BF9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74DCAB7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57A11474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8465DE2" w14:textId="257BF7D5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krakorc. 4 sv. 1PUR typ:4054 (CV012525224)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E8C7F85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F04D1AE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6ECDB2C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14133552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95758E6" w14:textId="57C04A22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krakorc. 4 sv. 1PUR typ:4055 (CV012525225)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6FA2CD9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6974AA4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51725D4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0C4614C5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86F6007" w14:textId="2EBC3AFB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krakorc. 4 sv. 1PUR typ:7054 (CV012525654)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3C3B227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5965232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2DBFB57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2264BA2B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C0C04FF" w14:textId="6683758D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krakorc. 4 sv. 2PUR typ:4038 (CV012525088)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4285E1D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BAF5035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FA4DAA4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71FAEAB9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08E61DA" w14:textId="5A29C1FD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krakorc. 4 sv. 2PUR typ:4056 (CV012525226)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14CC914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9CAD8DD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5EE4C89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3245144C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7359C0F" w14:textId="23C64C6E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krakorc. 4 sv. typ:4029 (CV012525082)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EB0DC4B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1FFF1DB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2EE1268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62865C6D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CD60EA8" w14:textId="7F6D4095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krakorc. 4 sv. typ:4034 (CV012525084)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AFD45C7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16AE226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C729336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0D2BEDC0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D7D4DF0" w14:textId="29743DCE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krakorc. 4 sv. typ:4039 (CV012525089)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B23F8A2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E062FD9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E667F3D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1983B778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CB488A9" w14:textId="53D1479E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krakorc. 4 sv. typ:7029 (CV012525629)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4EB95E8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CE2CF4F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437BE12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7D84D664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6BF97A7" w14:textId="30E17F79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lastRenderedPageBreak/>
              <w:t>Návěstidlo krakorc. 4 sv. typ:7034 (CV012525634)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F29C7CC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0E2A6B0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2219604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01ABF870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290E116" w14:textId="278D572D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krakorc. 5 sv. 1PUR 1UR3 typ:4053 (CV012525102)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B17F137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08DBE39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8C75245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354E683B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5F25EAE" w14:textId="28333E6A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krakorc. 5 sv. 1PUR typ:4041 (CV012525091)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E272E06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01D93D6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9BD7C18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62DD51EC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21E2EA5" w14:textId="5E9F6B93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krakorc. 5 sv. 1PUR typ:4045 (CV012525095)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AF02271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9663339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0C7FA63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25C33A5A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39B9E2B" w14:textId="75F5E055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krakorc. 5 sv. 1PUR typ:4046 (CV012525096)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40FA279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6D8E768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A324663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36004C36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A85A1F5" w14:textId="0697666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krakorc. 5 sv. 1PUR typ:4049 (CV012525099)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3A31DE1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3BE0D77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D176811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01C5CAB3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FCC13B1" w14:textId="2D366329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krakorc. 5 sv. 1PUR typ:4057 (CV012525227)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31C572D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1492613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E4680BE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25846106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6BC2F4F" w14:textId="43D09E86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krakorc. 5 sv. 1PUR typ:4061 (CV012525103)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C6FF2D2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DC32559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27CB6FA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18B78AA4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789EC78" w14:textId="000276CD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krakorc. 5 sv. 1PUR typ:4064 (CV012525180)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14167FF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53F8883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164F27E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18CBD838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168A101" w14:textId="4913BEE2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krakorc. 5 sv. 1PUR typ:7049 (CV012525649)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5F592DC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90FC030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C4CC91B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30B12C76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25C961C" w14:textId="1DFD308A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krakorc. 5 sv. 1PUR typ:7064 (CV012525664)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4F76EF7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368B573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305CDB4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3F5F0863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8B6948E" w14:textId="33F35330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krakorc. 5 sv. 1UR3 typ:4051 (CV012525101)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F6DFAC7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93A9369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7360B60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2E7AAD27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4D03373" w14:textId="45B3A6B5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krakorc. 5 sv. 1UR3 typ:4066 (CV012525182)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252C347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C1A6869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C247A75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1246162A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6916876" w14:textId="1D4023A2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krakorc. 5 sv. 1UR3 typ:7066 (CV012525666)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3616DDB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BC02F1E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6DC7374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7C3C6A4C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5AF16F5" w14:textId="674901F9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krakorc. 5 sv. 2PUR typ:4047 (CV012525097)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9109669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C671914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A39F36C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166C1A28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E702341" w14:textId="2E31628A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krakorc. 5 sv. 2PUR typ:4058 (CV012525228)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F0550C7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9F8A5CE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2FD9C90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53040029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9BF3886" w14:textId="44684EB9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krakorc. 5 sv. 2PUR typ:4063 (CV012525105)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7E84AF0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58FC65C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7B983D9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0086DBAC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626559D" w14:textId="1820B4CF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krakorc. 5 sv. 2PUR typ:4067 (CV012525106)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7AF4458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9DDDBC7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F454C24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125FC9D7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A6B114C" w14:textId="5DC6BE08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krakorc. 5 sv. typ:4035 (CV012525085)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88347AE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F61CB74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5C71AE7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21AD0AAC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3491AC6" w14:textId="2290B8BC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lastRenderedPageBreak/>
              <w:t>Návěstidlo krakorc. 5 sv. typ:4042 (CV012525092)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694E615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94BB0C2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7C8E95A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7AA667B2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820BE5A" w14:textId="4DE674FB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krakorc. 5 sv. typ:4043 (CV012525093)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B33763B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04BB916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4083A03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60A884F7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8731831" w14:textId="53854825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krakorc. 5 sv. typ:7042 (CV012525642)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273F8D9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61E8FFF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D870A72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7BC7EE69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CCEBFD7" w14:textId="5DEDD0B0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krakorc. 5 sv. typ:7043 (CV012525643)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2A2789E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DFA133F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DC14D85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07C1E65C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BE2075A" w14:textId="5053447F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krakorc. 6 sv. 1PUR 1UR3 typ:4082 (CV012525109)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940CDFA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62AD831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4B4D0FA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6241547D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7E92642" w14:textId="7600FDAA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krakorc. 6 sv. 1PUR typ:4050 (CV012525100)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66D7651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060A7B7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70EEA5B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143CD0F4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1DCDF58" w14:textId="513B99ED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krakorc. 6 sv. 1PUR typ:4062 (CV012525104)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1711368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A02277D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FB1D4C7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6C72A1DD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75DFD8D" w14:textId="191709F0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krakorc. 6 sv. 1PUR typ:4065 (CV012525181)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BD4DEF7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07A9448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9974D05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0B891161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73DB2A9" w14:textId="241DF82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krakorc. 6 sv. 1PUR typ:4090 (CV012525114)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4FBD1EA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BB0D3A6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9B478BF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280D2B27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EFDB931" w14:textId="363D75F1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krakorc. 6 sv. 1PUR typ:4091 (CV012525115)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6B68224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2AB63EF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425C541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09294123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379D803" w14:textId="7E1809B1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krakorc. 6 sv. 1PUR typ:4094 (CV012525118)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460ED2B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5774AB0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C790107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4518980E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1D76619" w14:textId="4AD2FD68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krakorc. 6 sv. 1PUR typ:4095 (CV012525233)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F74B66D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B8782A3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8AB779D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4E646322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5543752" w14:textId="7408A192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krakorc. 6 sv. 1UR3 typ:4048 (CV012525098)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ADB4CA2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A17C8D5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D804F05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44CC8331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308DBFB" w14:textId="397E284B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krakorc. 6 sv. 1UR3 typ:4080 (CV012525108)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5EBF7CA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88DBE6C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0CF1E5C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55911347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F784856" w14:textId="2462D11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krakorc. 6 sv. 1UR3 typ:4083 (CV012525110)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47BE17C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F862E83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9B3109D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7A12511B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663E9EF" w14:textId="4E0BBD4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krakorc. 6 sv. 1UR3 typ:7080 (CV012525680)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2126FE2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85B06D2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7217857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2590E704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787AFC3" w14:textId="568C47B8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krakorc. 6 sv. 1UR3 typ:7083 (CV012525683)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B6EB950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1C7F413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EEB57B6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4834F7E6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E074FD1" w14:textId="76C3425D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krakorc. 6 sv. 2PUR 1UR3 typ:4086 (CV012525112)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98DEB81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49080E4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6AD7A2E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77FF5659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620EF3B" w14:textId="1725702E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krakorc. 6 sv. 2PUR typ:4092 (CV012525116)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8869222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DA10B2D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6369BB0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1B5FC31A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DCE7BC7" w14:textId="3A30471A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krakorc. 6 sv. typ:4044 (CV012525094)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56F66E6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DCB44B9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A182567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1B816ED5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BC7D482" w14:textId="37E2DAD3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lastRenderedPageBreak/>
              <w:t>Návěstidlo krakorc. 7 sv. 1UR3 typ:4084 (CV012525111)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C305278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4D8BE3A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A06A1FE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32A7FA10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5868661" w14:textId="14ED238B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stožár. 1 sv. typ:2001 (CV012525001)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4DE2C0E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A4CCF60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FBCA237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39D855D6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12BD49B" w14:textId="1273D9F6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stožár. 1 sv. typ:2006 (CV012525006)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987E4E6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D6513F0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9BAAEFF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7034E9D2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214C040" w14:textId="4664D6DA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stožár. 1 sv. typ:2007 (CV012525007)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120258C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94D64F2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9265FC6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38A0CB10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3540BC9" w14:textId="1CB3769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stožár. 1 sv. typ:5001 (CV012525501)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A54CB94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212B107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21E1F39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3BCCEE21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37E85F8" w14:textId="48C29DA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stožár. 1 sv. typ:5006 (CV012525506)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7E66172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C3530E7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FA1C344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30EB18C5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81FBFA4" w14:textId="06CDC971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stožár. 1 sv. typ:5007 (CV012525507)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507DD62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9C4B42C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A40BEF8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3A10CF2B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37BB2E1" w14:textId="1442563D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stožár. 2 sv. typ:2002 (CV012525002)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B8A2D6A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EFD26E1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0C96ABE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2D1635F6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F2E67B4" w14:textId="3D860962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stožár. 2 sv. typ:2003 (CV012525003)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24D3C81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8171215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81D74CA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68E20D79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1C832FB" w14:textId="060B8312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stožár. 2 sv. typ:2004 (CV012525004)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8589FD2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AF836EC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F5FCA56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774C26E3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F59410D" w14:textId="32962AA1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stožár. 2 sv. typ:2005 (CV012525005)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E219F5D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AEB6E35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4EF9C4F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386271DF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120EDA9" w14:textId="5DB5E066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stožár. 2 sv. typ:2008 (CV012525178)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74A48DB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7D9D8F1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B647828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5BB734C3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7763048" w14:textId="1DBFA46C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stožár. 2 sv. typ:5002 (CV012525502)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C26E983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BD918A2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292FB16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75F47CFC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D7614B3" w14:textId="75AEE865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stožár. 2 sv. typ:5003 (CV012525503)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604CC4E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11E856F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AF1B68A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13DA5A45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47FAC73" w14:textId="3CF0B454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stožár. 2 sv. typ:5004 (CV012525504)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1077093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576851B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EDD1E25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1DED012C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F888A89" w14:textId="10783FA9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stožár. 2 sv. typ:5005 (CV012525505)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4379C8F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47DFE48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090CBF4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1081654C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89976E9" w14:textId="54AC0C3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stožár. 2 sv. typ:5008 (CV012525508)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273AD46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ACB2E18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FB43C7E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159C524F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0EF48DB" w14:textId="0817069E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stožár. 3 sv. 1PUR typ:2014 (CV012525011)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6CAC9A9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CA71289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07F102D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5A0507D5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A0D027D" w14:textId="07B974F2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stožár. 3 sv. 1PUR typ:2024 (CV012525015)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0254954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17B0624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7A758C3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7E4FF8DE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C0AADA5" w14:textId="46D58840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stožár. 3 sv. 1PUR typ:2026 (CV012525017)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0B4794C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69E10BC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8F4B1A6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260A391F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625ADCB" w14:textId="03FB82CA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stožár. 3 sv. typ:2011 (CV012525008)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E8908A2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A1CF80F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4651CAF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2F2F06B8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7ACDA48" w14:textId="253E53ED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stožár. 3 sv. typ:2013 (CV012525010)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D3EF7B7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3B1EF30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C31D7C2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7DCB8DEB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263C959" w14:textId="56E0C734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stožár. 3 sv. typ:2016 (CV012525012)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9302690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74423E1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C211FBD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5FB1AA74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00C87FB" w14:textId="27C04411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stožár. 3 sv. typ:2018 (CV012525013)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BC99B6C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05C6602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3C24A85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118826EC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7E455D8" w14:textId="1CD05EAE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stožár. 3 sv. typ:5011 (CV012525009)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DBE0F32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F59AED4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E94E7A9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18DD4462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240F28E" w14:textId="52391B3F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stožár. 3 sv. typ:5013 (CV012525513)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0A5FC83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AD52002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D39AE37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1DD9FE7F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1109289" w14:textId="1C7BE34C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stožár. 3 sv. typ:5016 (CV012525516)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3D2573B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7693486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A10B418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42EC3E9C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1910DE1" w14:textId="395599CD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lastRenderedPageBreak/>
              <w:t>Návěstidlo stožár. 3 sv. typ:5018 (CV012525518)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4CE2079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2C06A1E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AB3E886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6056CC1E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17B387F" w14:textId="4BE8DA95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stožár. 4 sv. 1PUR typ:2028 (CV012525019)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F330A2C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41A1001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6E4BDEC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284AE654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16D7B23" w14:textId="59FEECA9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stožár. 4 sv. 1PUR typ:2031 (CV012525021)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019EF1F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DF7200C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C955782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427DB5D4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DD4D170" w14:textId="13BAB7D6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stožár. 4 sv. 1PUR typ:2036 (CV012525024)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8737993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10BC59B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BA8B6E7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2F3E6D9D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5794545" w14:textId="7E09847F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stožár. 4 sv. 1PUR typ:2037 (CV012525025)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8633937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196C1F4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F9B98B7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51169BCF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B0007A3" w14:textId="2EFBE5CD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stožár. 4 sv. 1PUR typ:2040 (CV012525028)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B31E5FD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450D25C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BA2D6C9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39ED15DD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E833913" w14:textId="27C14DA0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stožár. 4 sv. 1PUR typ:2054 (CV012525183)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B3194B4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822682E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B035553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0C94A326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9BA2F22" w14:textId="4BDF6FCB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stožár. 4 sv. 1PUR typ:2055 (CV012525184)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6AF2961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8D35C29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F83565B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370037BF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6FFFA1E" w14:textId="3FD094C6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stožár. 4 sv. 1PUR typ:5037 (CV012525537)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52B41D2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788BE7F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4010A99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422205CD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F0EB97F" w14:textId="4E90AEA9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stožár. 4 sv. 1PUR typ:5054 (CV012525554)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2EF1F98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A9BD79F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7ABBA96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6129D747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E33D128" w14:textId="730479BC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stožár. 4 sv. 2PUR typ:2038 (CV012525026)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4EBF447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B070E4E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8BC76E4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239A0378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6D5E4C2" w14:textId="786C5D8F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stožár. 4 sv. 2PUR typ:2056 (CV012525185)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6B5A21E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1194938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21AA78A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61D2446A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BED28B2" w14:textId="7FAFF2A3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stožár. 4 sv. typ:2023 (CV012525014)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43F21EA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504BB32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18E0E96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62E9AC64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3C87DF1" w14:textId="3C44E383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stožár. 4 sv. typ:2025 (CV012525016)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D9430A9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91BA061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3E4930A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522CFAAB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806262F" w14:textId="5399CEF8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stožár. 4 sv. typ:2029 (CV012525020)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EF38F9F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0D9A998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94BF619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7A0D40CB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D4356B4" w14:textId="3466A4E4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stožár. 4 sv. typ:2034 (CV012525022)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B621859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D4CE9F9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AB8AE8D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0352531E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81BBF7A" w14:textId="3BA91EE0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stožár. 4 sv. typ:2039 (CV012525027)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B8D7B7E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DC77840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85D033E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3CDB3BF8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87EAFB4" w14:textId="70DFBDE3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stožár. 4 sv. typ:5029 (CV012525529)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F27462A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0BB6E75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18956FE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25D991F5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FCCF13C" w14:textId="44B44590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stožár. 4 sv. typ:5034 (CV012525534)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44F73B1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715FCE1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1932AB1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39F955F9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F238B09" w14:textId="17AE5DF8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stožár. 4 sv. typ:5039 (CV012525539)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199C60B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34F4B84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410F7A6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5ADE489A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35CC568" w14:textId="1C4436AF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stožár. 5 sv. 1PUR 1UR3 typ:2053 (CV012525040)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90E18F9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CE0DB67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94DDB2F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72025478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CAC3CCB" w14:textId="173D5E5B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stožár. 5 sv. 1PUR typ:2041 (CV012525029)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6A539F8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BADD39C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69BCC89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794CCF0C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6E84275" w14:textId="0AE632A3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stožár. 5 sv. 1PUR typ:2045 (CV012525033)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74A7033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DBF2B5F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9EFA2FD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639A4FC6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6B234A1" w14:textId="49BABD98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stožár. 5 sv. 1PUR typ:2046 (CV012525034)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D99BF87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E55A358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6681FD8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180C2939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C4B5E6D" w14:textId="05083362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stožár. 5 sv. 1PUR typ:2049 (CV012525037)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2725656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766F9D0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48A4881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30CA2212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EDE7093" w14:textId="13F6C57E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stožár. 5 sv. 1PUR typ:2057 (CV012525186)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691620A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26ADAAC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853C570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0CAFDC72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3444C59" w14:textId="7BD10313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stožár. 5 sv. 1PUR typ:2061 (CV012525041)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E31B5FF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41FABF0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E13E7C8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6A68B970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F10ED6F" w14:textId="0DD987DE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lastRenderedPageBreak/>
              <w:t>Návěstidlo stožár. 5 sv. 1PUR typ:2064(CV012525189)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7718AD2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9E78FC7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38397F1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1EF6E0A7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079D3CD" w14:textId="019736F2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stožár. 5 sv. 1PUR typ:2076 (CV012525047)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CBF2409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BD62876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1DB23BE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1D420221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9AEF487" w14:textId="6AE2491F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stožár. 5 sv. 1PUR typ:5049 (CV012525549)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7E7C565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18C9FCF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ADBCC86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49D9EDCE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3DFAC8C" w14:textId="018339DC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stožár. 5 sv. 1PUR typ:5061 (CV012525561)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6EB417C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A3C2EF4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1E218B0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2BAA4C3D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B5860EB" w14:textId="59F59D71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stožár. 5 sv. 1PUR typ:5064 (CV012525564)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88AD1BD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09D2C9C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8C51458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3E31E420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86103D8" w14:textId="7D927571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stožár. 5 sv. 1UR3 typ:2051 (CV012525039)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CDD6290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41B1A23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EC672E1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02A1E95C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523E04C" w14:textId="69B280A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stožár. 5 sv. 1UR3 typ:2066 (CV012525044)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C60B606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533EC09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3F2BF4E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021AA804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09DE5C9" w14:textId="5E335C9A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stožár. 5 sv. 1UR3 typ:5051 (CV012525551)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4852224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27B9BEB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B193BDF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38874E61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5C45A51" w14:textId="544027B0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stožár. 5 sv. 1UR3 typ:5066 (CV012525566)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8C9A5D3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AEB65AB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3A83F0B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3FAD0EDE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EAC38BE" w14:textId="6771734F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stožár. 5 sv. 2PUR typ:2047 (CV012525035)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009D26D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3DA6DC0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DB12388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68A1DE4E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88D2572" w14:textId="64E5F2C9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stožár. 5 sv. 2PUR typ:2058 (CV012525187)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9E2462E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8AB1C4A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7692AF6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3C345CDA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FA57A82" w14:textId="66B1CDDD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stožár. 5 sv. 2PUR typ:2063 (CV012525043)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A59B514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E8490A9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EAE9FC6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74869FC8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A4FDB1E" w14:textId="184EBBAF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stožár. 5 sv. 2PUR typ:2067 (CV012525045)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495EFAD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718C1A0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BC8E1AE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57B785ED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C1FFF22" w14:textId="7E6560AB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stožár. 5 sv. typ:2027 (CV012525018)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28BAA05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3066685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797DAF4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046651C5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17FB75C" w14:textId="6B5C4AD3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stožár. 5 sv. typ:2035 (CV012525023)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BAA14F8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6F3520D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F9F7C09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7DD0D870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B14C4A3" w14:textId="38E47D73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stožár. 5 sv. typ:2042 (CV012525030)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6C859A3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F23936F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2DC05A1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4438AF71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EB55881" w14:textId="087B009F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stožár. 5 sv. typ:2043 (CV012525031)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E115B61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AEB5E4C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28D5D14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29856861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C14639C" w14:textId="5A37697F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stožár. 5 sv. typ:5035 (CV012525535)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53E4239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07F436D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D4A6158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74394B0B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F6D274A" w14:textId="47476A14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stožár. 5 sv. typ:5042 (CV012525542)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9891A87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BCB5BF2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39347E0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7798C8D4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A49969C" w14:textId="0E7FC1F4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stožár. 5 sv. typ:5043 (CV012525543)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423A4CF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6764D46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37F597B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2C363DE2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8EC1DD6" w14:textId="7DD219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stožár. 6 sv. 1PUR (CV012525190)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5415E2D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7C6D079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138698E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39BBE748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F6829EC" w14:textId="159BBE9C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stožár. 6 sv. 1PUR 1UR3 typ:2082 (CV012525049)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A1D0C9D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779C09F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4DF6894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03FB5282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D2291E4" w14:textId="083252A6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stožár. 6 sv. 1PUR typ:2050 (CV012525038)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243CBBF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DEC11C9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4733D15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7F0C92B0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4BDF7C2" w14:textId="4E6CE9D8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stožár. 6 sv. 1PUR typ:2062 (CV012525042)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6D687B2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F2096AB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0412A9D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2A847D80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4B67684" w14:textId="051225C5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stožár. 6 sv. 1PUR typ:2090 (CV012525054)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6ED7DEC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00483A8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83B6AFE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0E5EA49B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825975B" w14:textId="37E16B63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stožár. 6 sv. 1PUR typ:2091 (CV012525055)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52C34FB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BF9607E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8F79D69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6C3D9A70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2247288" w14:textId="2F7E3A0A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stožár. 6 sv. 1PUR typ:2094 (CV012525058)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B4AB5BA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C2A971B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8F3CE48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7B27FC65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A84B3D2" w14:textId="4CECA701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lastRenderedPageBreak/>
              <w:t>Návěstidlo stožár. 6 sv. 1PUR typ:2095 (CV012525192)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FF35D41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64D318D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A72A4C5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3C84EE8C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A80148F" w14:textId="15BEFAD9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stožár. 6 sv. 1PUR typ:5090 (CV012525590)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EA194B4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7D2A6AB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750A98B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37693FCF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3B42115" w14:textId="474376EA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stožár. 6 sv. 1PUR typ:5091 (CV012525591)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065F8B9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3039FBC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D13B08F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4AAE27C7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2383713" w14:textId="66BFC379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stožár. 6 sv. 1PUR typ:5094 (CV012525594)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1A5A4AD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AAB5358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9A93048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6BF354EC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C23B63A" w14:textId="4E4C4138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stožár. 6 sv. 1PUR typ:5095 (CV012525595)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1128D1D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FBC544B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6FABB61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460B2245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AD87A6C" w14:textId="5F11DDC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stožár. 6 sv. 1UR3 typ:2048 (CV012525036)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DDD5DC6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06334EB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8F1F9DC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1D873FF6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A76A239" w14:textId="0983116C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stožár. 6 sv. 1UR3 typ:2080 (CV012525048)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43A62AA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EE7D445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EC743F7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24E9E1FC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3897CE3" w14:textId="27099D6A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stožár. 6 sv. 1UR3 typ:2083 (CV012525050)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C88F146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C9CD7FC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81691F3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6AF23C24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0587585" w14:textId="17C89CF6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stožár. 6 sv. 1UR3 typ:5048 (CV012525548)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CA1183A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B2B49A8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6B57910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78619ABC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DF98C36" w14:textId="2FE67653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stožár. 6 sv. 1UR3 typ:5080 (CV012525580)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984CEE2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70170B7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D4E1AA9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7D4CFA92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E4D0DB2" w14:textId="7C46AF9A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stožár. 6 sv. 1UR3 typ:5083 (CV012525583)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D132B59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372CC53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6156193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61CFC184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20A2DBF" w14:textId="24907D4C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stožár. 6 sv. 2PUR 1UR3 typ:2086 (CV012525052)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B89E209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3B15175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48EB558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32F6AD67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C0B51F5" w14:textId="2D59E21E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stožár. 6 sv. 2PUR typ:2092 (CV012525056)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9541093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90CB8E3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81D9C01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2A241BCC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9D6C3F4" w14:textId="1990A739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stožár. 6 sv. typ:2044 (CV012525032)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F283BDD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58D470E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7EBBFA5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6231B0FC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C5E2DC3" w14:textId="10563C51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stožár. 6 sv. typ:5044 (CV012525544)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40E7B90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AA72877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9C83F51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1C178D6D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8BCD542" w14:textId="67B7AA08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stožár. 7 sv. 1UR3 typ:2084 (CV012525051)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F4E0CFC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054E861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46399FF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6A38C978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B4BC4C2" w14:textId="673A5396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stožár. 7 sv. 1UR3 typ:5084 (CV012525584)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4C835E5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FC86FEE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77AB9DA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7FE422F0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417786A" w14:textId="3FD22E08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stožár. oboustr. 3 sv. typ:0195 (CV012525173)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3736F8C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E8B1D10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9E6A210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0295B58B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7914695" w14:textId="1F97A498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stožár. oboustr. 3 sv. typ:0196 (CV012525174)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B4DCCD3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2B77686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34AAB2D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5DF496C8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862B7F9" w14:textId="5CD6EB78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trpasl. 1 sv. typ:3601 (CV012525060)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E388214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8E32310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CC508EE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3C734928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B1FB615" w14:textId="6E6B9526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trpasl. 1 sv. typ:3604 (CV012525063)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A98F7DB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9695730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942A2FA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2986019D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5C92A11" w14:textId="7F94DE4D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trpasl. 1 sv. typ:8601 (CV012528601)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15F9B6D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BDA88DA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9C0EE61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4C838ED6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5E9886D" w14:textId="4C142DC0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trpasl. 1 sv. typ:8604 (CV012528604)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B2396B1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F58B6A6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96400E8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5E04DA0A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8ED3485" w14:textId="58CD42F8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trpasl. 2 sv. typ:3602 (CV012525061)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F04A0EA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F9E1F99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02F34AE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3C9FF85D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0AACBD5" w14:textId="6B5CD839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trpasl. 2 sv. typ:3603 (CV012525062)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35A7B3A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1363989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84A11F7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21324AF9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7622014" w14:textId="23C297A2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trpasl. 2 sv. typ:3605 (CV012525202)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A755F2D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3D13F3B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D7373E8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4DB9225E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230795F" w14:textId="5CBC541B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trpasl. 2 sv. typ:8602 (CV012528602)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8AD1671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342BA3B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1EF205C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01ACCC45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630547C" w14:textId="7AEBF729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lastRenderedPageBreak/>
              <w:t>Návěstidlo trpasl. 2 sv. typ:8603 (CV012528603)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725D332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123D6D7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6F5E05A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7B79708E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22DF7BB" w14:textId="479F0DCC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trpasl. 2 sv. typ:8605 (CV012528605)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885C614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F0CE4EC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CB73502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7B7106E1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4CD8DC0" w14:textId="48A9608F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trpasl. 3 sv. typ:3607 (CV012525064)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CC3E194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1B1DB03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F2BB94F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26BE6ED4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F4BB9A5" w14:textId="4733147A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trpasl. 3 sv. typ:3608 (CV012525065)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71DD165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DF70375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84C6B54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1033DC52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944A446" w14:textId="54BD16FF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trpasl. 3 sv. typ:3609 (CV012525066)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95EDF94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7B41BE9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39FB01B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6FEE9333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E97AA7A" w14:textId="1FD0ECB0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trpasl. 3 sv. typ:3610 (CV012525067)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B73F9E4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B466510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69FEA5B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791B13BE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3EFD5A6" w14:textId="16373B36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trpasl. 3 sv. typ:8607 (CV012528607)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2E400B2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FFB79C4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D7B2A84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77E6B432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19EE03B" w14:textId="47589D9C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trpasl. 3 sv. typ:8608 (CV012528608)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70D1219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B7C1AAE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31857A2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61F6CBD2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D1D3AEE" w14:textId="6DCEAE53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trpasl. 3 sv. typ:8609 (CV012528609)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56A9986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5907416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1C231A2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1661C8B8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5ECE345" w14:textId="58789108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trpasl. 3 sv. typ:8610 (CV012528610)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BD78C69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732506A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043DC29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4387C243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066DC1F" w14:textId="2DAE86F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trpasl. 4 sv. typ:3625 (CV012525209)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5177538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FF8A4CE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0D76D44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5365B025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78C2B2E" w14:textId="1284E2EA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trpasl. 4 sv. typ:8625 (CV012528625)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7617873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156AD78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5499854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688BC965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D70EFF5" w14:textId="57565A7C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trpasl. 5 sv. typ:3612 (CV012525068)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0B2328A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F49BC3E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AC73D6A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49D5C453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1CD0B89" w14:textId="1843A09D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trpasl. 5 sv. typ:3616 (CV012525070)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24062B6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B178EB9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1CB284C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14A87E2A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B1F46CF" w14:textId="3614D79C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trpasl. 5 sv. typ:3617 (CV012525071)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9EC3BCE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6BF280D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E7048DF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5DB22D36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09E82C8" w14:textId="1A64CF9C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trpasl. 5 sv. typ:8612 (CV012528612)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C0C0AB3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50338EA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7AB3236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7A85AB46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16C84D3" w14:textId="69D18675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trpasl. 5 sv. typ:8616 (CV012528616)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B306CF0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BD02EAC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C9B3D26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0C2C10A1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6E67F2A" w14:textId="3902BBEA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Návěstidlo trpasl. 5 sv. typ:8617 (CV012528617)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3A9616C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40B4D0C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0976C8C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6DE2C39C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3086686" w14:textId="642EEF62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Nosič označovacího pásu (CV012489001)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45216E5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C451E8A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2B17BB0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48CF44B8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9E4296F" w14:textId="2BF79EC2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Nosník transfor. úplný - levý (CV012435020)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1163316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BB28978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B507618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11027DCF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550056D" w14:textId="65EBE772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Nosník transfor. úplný - pravý (CV012435021)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9ED065B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519B025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587422C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58BE24EB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DC6424C" w14:textId="72195FEB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Nosník transformátoru úplný levý III (CV012435050)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9EA5F62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F5A2384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01174E4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32396939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BFD0B9B" w14:textId="51B21B42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Nosník transformátoru úplný pravý III (CV012435051)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5B2F4CE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D663EDB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6861DFE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3454C1D7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640BE13" w14:textId="1B0396EF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Oko kabelové příložkové nerezový šroub 95M12 tělo měď pocín (HM0354327130004)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CC8C867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DBCE7AA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3105334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1316C91F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207F821" w14:textId="796B4144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Optika úplná červená (plast) (CV013305001)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6C6F37D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977D2A8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4D9657A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0B5BB2C2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C612FB7" w14:textId="63F8312B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Optika úplná lunobílá (plast) (CV013305005)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770684E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E5E5699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42CF264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5EC060CC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9972336" w14:textId="1A59357F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Optika úplná modrá (plast) (CV013305004)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62E8025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0F6E7C1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B25A890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2B0DBFED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7E139A7" w14:textId="74318242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lastRenderedPageBreak/>
              <w:t>Optika úplná zelená (plast) (CV013305002)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66DB894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A4EB174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7FA5EA6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58AD1950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C89FDF1" w14:textId="1E381AE8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Optika úplná žlutá (plast) (CV013305003)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4DFCD21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8CD6F3D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C314191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2B5DAC40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60346D5" w14:textId="1760EED3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Pás označovací malý - plast červená-bílá (CV012449010)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6C121B0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A361B48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8C1516D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002935AA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A72177B" w14:textId="0E44A7D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Pás označovací malý - plast červená-bílá-červená 600mm (CV012449013)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5FBB85B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4DC3965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F92DCB1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3957B05B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BCFD1F1" w14:textId="22E19449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Pás označovací střední c-b-c B2 /1000 mm plastový/ (CV012449014)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EB5E9DC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3D97890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8F2E569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07192240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49AE9C0" w14:textId="4EF1EC95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Pás označovací velký - plast bílá-červená (CV012449006)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606615C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DD1F4F0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AAE9865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32D883D7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2C24655" w14:textId="5D25C61F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Pás označovací velký - plast bílá-modrá (CV012449007)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21110C8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3BDA3B1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D3DB1BE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7E5E7B0F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BF48749" w14:textId="4E0D173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Pás označovací velký - plast bílý (CV012449009)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EF6D715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EA6191F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51E8199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69D5040D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E470E2C" w14:textId="2CE98654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Pás označovací velký - plast červená-bílá-červená (CV012449008)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6F7A186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4FC6F1D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33F98C7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1FD75E50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AF5DADC" w14:textId="5AE50CE8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Pás označovací žlutý reflexní 1000mm (CV012449026)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4DA2089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F1EEFEC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0E72DDD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7DA80F8D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410ABC1" w14:textId="7C5B5CB3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Pero (HM0311709990210)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E99F4E9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3557AC5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1538F2B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0FFEE503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6331CD1" w14:textId="1DF67BA1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Podložka izolační (CV012430021M)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1E546FB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3E0E8D8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6518241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71960EC6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CDF9A69" w14:textId="35A41399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Proměnný tvarový ukazatel PUR1 (CV012159001)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933B7CA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01E8DC9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F3223D8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1B07D20E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8B45EED" w14:textId="32E21E05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Proměnný tvarový ukazatel PUR2 (CV012159002)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AAA7F10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9D98843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94D717F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0C5CC30B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2D8175E" w14:textId="38E6A86E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Proměnný tvarový ukazatel PUR-2 / 1 symbol (CV012169001)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7054837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0B0425E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4EEE890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657ADF9A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E85618F" w14:textId="1C20AF5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Proměnný tvarový ukazatel PUR-2 / 2 symboly (CV012169002)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DFC8F21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D0BB934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5CD0663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57021538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259B6FF" w14:textId="0FA9EC6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Proměnný tvarový ukazatel PUR-2 / 3 symboly (CV012169003)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6CE057E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8B576BB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498DA78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18A50E82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F5671E9" w14:textId="78CE5E2F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Proměnný tvarový ukazatel PUR-2 / 4 symboly (CV012169004)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25CBE14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AF4D537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DA4718E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73C65F17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5F34408" w14:textId="3FC8E110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Proměnný tvarový ukazatel PUR3 (CV012159003)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085D55A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956AD7E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D4AA5C6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0AB22F6B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9678941" w14:textId="721F2406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Proměnný tvarový ukazatel PUR4 (CV012159004)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409351E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04783B5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2949F5B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431B53EE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B0C8684" w14:textId="49688E2E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Průrazka 250V HGS150RW 250V H22/0/3 (HM0380199993105)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A913E8E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119CE29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606EF69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2E388758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795CB74" w14:textId="26470D32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Průrazka 500V HGS150RW H 22/0/2 (HM0380199993096)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8AB1F8B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7E601D1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DE0A575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526F99AE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F23E4F6" w14:textId="2B7E8990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Příbal k označovacím pásům (CV012445020)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F1372ED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82CEBD4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E5FF610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6948555E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4E0B3CB" w14:textId="59F46186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Skříň kabelová pro krakorc. a lávky (CV012879001)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B5E2D1E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6F59E7C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7CDB292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63429C14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0153F2A" w14:textId="44054934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lastRenderedPageBreak/>
              <w:t>Skříň kabelová protahovací (CV012889001)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A252205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D970C14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6B75B9F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216BB020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FFECF3D" w14:textId="4AC63D2E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Skříň návěst. transformátorů (TOROID) (CV012439007M)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D61429B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7452048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1F43A41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2C7FA252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77E0D39" w14:textId="72874586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Skříň návěst. transformátorů ST3R/NTU-2 (CV012439006M)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9CE0CE9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0D2323E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ADE4812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6AB69091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75A1A63" w14:textId="20716D8B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Skříň úplná - plast (CV013305006)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6B308A1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D5ED8F5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AB6325A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39E6D6E2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E18220B" w14:textId="7C5046D6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Souprava držáku náv.štítků (1-2)plastová (CV012589008)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EDED1BF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5214661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895E7B5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4283E8B7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3F48E39" w14:textId="45A5833F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Souprava držáku náv.štítků (3-4)plastová (CV012589009)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8011D77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DD42257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E3641B7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62D6E65F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6315A63" w14:textId="606C7CC8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Souprava držáku náv.štítků (5)plastová (CV012589010)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E654ACD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EF37537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CE4712E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5BE13308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A6F6C4F" w14:textId="28621F7B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Souprava držáku náv.štítků (6)plastová (CV012589011)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F9AEFD5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5EFB61D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82A5A91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7F9F0320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BBCD2F0" w14:textId="5C1F1EC5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Souprava držáku náv.štítků trp. náv. (1-2) plast. (CV012589012)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5F54776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DC34085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68F3988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7FF5840E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84EEDEF" w14:textId="771D8B30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Souprava držáku náv.štítků trp. náv. (3-4) plast. (CV012589013)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70AD7AC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6009FE7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1032028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67DAC05B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437B98E" w14:textId="78117DAC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Souprava držáku náv.štítků trp. náv. (5) plast. (CV012589014)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8D66CD4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519DE99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C7D8EC4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3140F1EB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DC828F1" w14:textId="29D67995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Souprava držáku náv.štítků trp. náv. (6) plast. (CV012589015)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2D77712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EFFDF5B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9287C9A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3C0903A9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957A22D" w14:textId="25590D2D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Spojka (CV012600008M)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1F53F3D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887C50D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B9F5EEA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74DEE240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8E12F7F" w14:textId="1B01F5BF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Stínítko návěst.svítilny úplné (plast) (CV012379005)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1E7F426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A8E4DEB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04FEA5D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17A19985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888787B" w14:textId="0E342689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Stínítko proměn.ukazatele rychlosti (CV012370009)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682D2F5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3E3FDC2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C8AE5E1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7732D3ED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22EEAFE" w14:textId="67E750AA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Stínítko ukazat.rychlosti úplné (plast) (CV012379006)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CF9F95F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CE0AF51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2B28F5D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184C0B7B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4D76A92" w14:textId="6F56C672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Stínítko úzké (CV012830039)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72039BB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A539AD8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4681721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0A5D1A93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410933D" w14:textId="1DC2614A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Stožár úplný pro krakorce do 5 sv. (zink.) (CV012609013M)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AED43BC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B4C3C18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6AA326B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5DCA0298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5F26B8B" w14:textId="39AE1DD1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Stožár úplný pro krakorce nad 5 sv. (zink.) (CV012609014M)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014A0AB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2648C8C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670BB2F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79950035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5B7233B" w14:textId="015C4D61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Stožár úplný stož. náv pro obousm. návěst.(zink.) (CV012609012M)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DCF3146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0A23606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9FF7E17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1FF4D8AB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5997A87" w14:textId="26E20F31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Stožár úplný stož. náv pro stan. a trať. n.(zink.) (CV012609009M)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BFE35A7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25D32BE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C706C3B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219AA9AF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FE5C6E7" w14:textId="0C10333F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Stupačka montážní úplná (CV012399003M)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D0C6636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FB9D45E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715278A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6EAB9F47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9189CEF" w14:textId="3A329A0C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lastRenderedPageBreak/>
              <w:t>Svítilna návěstní červená (plast) (CV013309001)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0496951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B5A493A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1B81933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52ADDC4C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D356C5F" w14:textId="0FF348A4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Svítilna návěstní lunobílá (plast) (CV013309005)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58B3C8B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99E9DFF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520496E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18499352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851F6A4" w14:textId="5C6E8550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Svítilna návěstní modrá (plast) (CV013309004)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B6FEDBB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0001E64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F9A94C1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7FFD9461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BD8B5C9" w14:textId="0CE1A434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Svítilna návěstní zelená (plast) (CV013309002)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3C2B6B7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FE84406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C868733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355F8650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7E65B6D" w14:textId="0BC36EB8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Svítilna návěstní žlutá (plast) (CV013309003)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B4E1BE5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E90FBFB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B1F9337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10CC5D1C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AA266B2" w14:textId="0C218C4E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Svítilna se záhluškou plný krycí plech (CV012339005)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34A83DF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CB1C73F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B358F6F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44651E1F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6762733" w14:textId="52E543C8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Svorník zemnící (CV012435003)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DCAB68D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4CA360F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C88BA70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37E222A8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88DC890" w14:textId="2C63A704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Šroub (CV012430515)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2540DC3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DA0B652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97F68BE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6B46982B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CAED206" w14:textId="6F1DE863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Šroub uzavírací (CV012430044)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9BBFF14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C35865E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C70B7C3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18D5029A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0272956" w14:textId="7F3BBA6F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Štítek "Plastová čočka" (CV013300020)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9698C21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1319731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6821E67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6804E9C8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969DADD" w14:textId="212A79B8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Štítek pro návěstidlo hlavní, plastový, dle specifikace (HM0548234570098)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CFDFF0A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72E09A8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C3568DE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52152166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C350134" w14:textId="2081A251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Štítek pro návěstidlo oddílové, plastový, dle specifikace (HM0548234600041)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87C2CF7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ED5C9FB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AB2A29D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0E8C939C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C9283EC" w14:textId="3CA310D9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Štítek pro návěstidlo seřaďovací, plastový, dle specifikace (HM0548234580051)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BDBDD09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CBB761E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EAF1A31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2D5FA235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390980A" w14:textId="34890688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Štítek pro předvěst, plastový, dle specifikace (HM0548234590053)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D258269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308DAA0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5B7F5DA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149BEC2F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0EED5B4" w14:textId="460B7D49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Štítek samolepící bílý 104×128 mm 1 znak alfanumerický (HM0404001100059)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58917E9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766FDFD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52AC387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6F71B1EE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21E42E2" w14:textId="383CDFC4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Štítek samolepící bílý 104×128 mm 2 znaky alfanumerické (HM0404001100060)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DF8A7D4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74B2DAE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A2458DB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57B2CB5F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42664C0" w14:textId="3799C00C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Štítek samolepící bílý 210×128 mm 3 znaky alfanumerické (HM0404001100061)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FF3E401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A7ED46E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EA8402D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4E1A1F41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DA2FF42" w14:textId="0665C57F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Štítek samolepící bílý 210×128 mm 4 znaky alfanumerické (HM0404001100062)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12761DF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EE24D40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ABA74A8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03811016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CC5BBEA" w14:textId="4F21F091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Štítek samolepící bílý 210×128 mm 5 znaků alfanumerických (HM0404001100063)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8C6BA88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AEEA191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FB8E6F4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5BBEACE9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8F3C002" w14:textId="5BA8692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Štítek samolepící bílý 267×128 mm (HM0404001100072)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A19DDE0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D61A959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6AAA669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1C0C5A55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5E09419" w14:textId="5F028B5B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lastRenderedPageBreak/>
              <w:t>Štítek samolepící bílý 316×128 mm 6 znaků alfanumerických (HM0404001100064)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39E4A7E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A9C7B38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02FFD12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3F8B56F6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5590082" w14:textId="151E86D4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Štítek samolepící bílý 316×128 mm 7 znaků alfanumerických (HM0404001100065)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275354C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58A75AF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BD18294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255B4C7B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7A36169" w14:textId="2BB7848D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Štítek samolepící bílý 316×128 mm 8 znaků alfanumerických (HM0404001100066)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1DCE56A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259FF67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1A801D7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296D8212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58F18AF" w14:textId="4AB5E732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Štítek samolepící černý 104×128 mm 1 znak alfanumerický (HM0404001100043)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DB2953D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71430AF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C9C7627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387E1BB6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C8128C9" w14:textId="42ECD9E6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Štítek samolepící černý 104×128 mm 2 znaky alfanumerické (HM0404001100044)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20655ED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81B33B2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69B2241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57AF7698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8A9EF29" w14:textId="7FEAFAF4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Štítek samolepící černý 210×128 mm 3 znaky alfanumerické (HM0404001100045)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A48AF1D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172E6B7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009EBFF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34D747FC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E077147" w14:textId="4614FC02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Štítek samolepící černý 210×128 mm 4 znaky alfanumerické (HM0404001100046)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E917C3F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E585EDB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F3BD13F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32577AEE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669622F" w14:textId="6B7AB1B1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Štítek samolepící černý 210×128 mm 5 znaků alfanumerických (HM0404001100047)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3E89E3B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E0B329F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EA1DAE6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1C711BA8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CD28A87" w14:textId="585447CE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Štítek samolepící černý 267×128 mm (HM0404001100070)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4194DA9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9C52676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B613D15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533D21A0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60D2FCB" w14:textId="05DD93C5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Štítek samolepící černý 316×128 mm 6 znaků alfanumerických (HM0404001100048)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2EF3346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D8EC491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917DB18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6B54F185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D4B625C" w14:textId="1B12BAE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Štítek samolepící černý 316×128 mm 7 znaků alfanumerických (HM0404001100049)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0091241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70E0F3F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16BB03E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6DEE64DF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026DBD0" w14:textId="60381EBF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Štítek samolepící černý 316×128 mm 8 znaků alfanumerických (HM0404001100050)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DCB7B01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23A90EE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BD6E3D0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6E8C7E01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9676314" w14:textId="7CE7AA86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Štítek samolepící červený 104×128 mm 1 znak alfanumerický (HM0404001100035)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E50C205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B3005CC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C5B1DA2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30C3A7DA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9414FAA" w14:textId="4F5AD03B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Štítek samolepící červený 104×128 mm 2 znaky alfanumerické (HM0404001100036)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99A0DB8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60D00F7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BEAFB9D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35888974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0C020A3" w14:textId="34470A2A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lastRenderedPageBreak/>
              <w:t>Štítek samolepící červený 210×128 mm 3 znaky alfanumerické (HM0404001100037)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5B0B5C1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7396ADA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0C520CF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081F2F75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E7C2C86" w14:textId="3916E502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Štítek samolepící červený 210×128 mm 4 znaky alfanumerické (HM0404001100038)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CC512FA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F75FC3B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C5A1D34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210AB310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8EB072E" w14:textId="7910B66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Štítek samolepící červený 210×128 mm 5 znaků alfanumerických (HM0404001100039)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B7F6CEB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2823ADB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918A1F9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56A33332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70A6CAE" w14:textId="74DB170B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Štítek samolepící červený 316×128 mm 6 znaků alfanumerických (HM0404001100040)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5F80C5B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7FEBAEE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255F4F6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3D250DD0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51768E0" w14:textId="41D1D851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Štítek samolepící červený 316×128 mm 7 znaků alfanumerických (HM0404001100041)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E1F1F5B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B02D8ED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748C11B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01E9017A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1ADD0EC" w14:textId="69E82F66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Štítek samolepící červený 316×128 mm 8 znaků alfanumerických (HM0404001100042)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434A70E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2F99C35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CEA41BF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1B79D3A7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3C7B6FF" w14:textId="4A138312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Štítek samolepící modrý 104×128 mm 1 znak alfanumerický (HM0404001100051)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FC44601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7BE6763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E90FE54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0DA4C957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67C6451" w14:textId="0D8C26AA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Štítek samolepící modrý 104×128 mm 2 znaky alfanumerické (HM0404001100052)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D213670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E325DAD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D407A68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2F2F70AF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E189074" w14:textId="15ABF623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Štítek samolepící modrý 210×128 mm 3 znaky alfanumerické (HM0404001100053)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F6A8098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3D40184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74AE492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30C94DF9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4AE2698" w14:textId="20DEAEAB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Štítek samolepící modrý 210×128 mm 4 znaky alfanumerické (HM0404001100054)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80B8C49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E1171AF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E432403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6E62F868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C7CB767" w14:textId="3229D32D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Štítek samolepící modrý 210×128 mm 5 znaků alfanumerických (HM0404001100055)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794CCF2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2875AA5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DAD5A03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0B688B13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7686F53" w14:textId="083F2E9F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Štítek samolepící modrý 267×128 mm (HM0404001100071)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C83C47A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61569F0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E8E127F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1D253F5B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83C8201" w14:textId="5311991D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Štítek samolepící modrý 316×128 mm 6 znaků alfanumerických (HM0404001100056)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45422D4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AC8D6EA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5E995D0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55286BBD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0CA7C56" w14:textId="5BBA7D7A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Štítek samolepící modrý 316×128 mm 7 znaků alfanumerických (HM0404001100057)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310C722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5B43FAA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EFB2E35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110EF751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E74BDE2" w14:textId="0CB023B9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lastRenderedPageBreak/>
              <w:t>Štítek samolepící modrý 316×128 mm 8 znaků alfanumerických (HM0404001100058)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FA53747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0469722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F209C0A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3CFA31FB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C1CE7B6" w14:textId="248DE438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Štítek samolepící modrý 422×128 mm 9 znaků alfanumerických (HM0404001100067)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BF213A6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0E89BAC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6A9038E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41C38D9B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09EC0DC" w14:textId="274E82AF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Štítek samolepící modrý 422×128 mm 10 znaků alfanumerických (HM0404001100068)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5598C4C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767E0F4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72DC3F6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405CDA0F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8B4065E" w14:textId="111E62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Tabulka bílá tisk černý dle specifikace 01245A smalt (HM0548234100467)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D64E902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34C0004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5A970E5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51F52A05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5D60D93" w14:textId="7C0E7B21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Tabulka bílá tisk černý dle specifikace 01245B smalt (HM0548234150930)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FD3B01E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718686E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E6B35A0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1FE4AFC5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24F9916" w14:textId="748DCAC2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Tabulka černá tisk bílý dle specifikace 01245A smalt (HM0548234090352)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2B0A566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DC6340A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7C73262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51B096B6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3B498F4" w14:textId="1B3E5AD3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Tabulka černá tisk bílý dle specifikace 01245B smalt (HM0548234140919)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25CAADF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8140BDF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4184234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371DC863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BC7FA65" w14:textId="24D48896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Tabulka červená tisk bílý dle specifikace 01245A smalt (HM0548234070839)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1DDE7B5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90EDDA0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A5918EB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08614CD3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A07D97B" w14:textId="0007220E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Tabulka červená tisk bílý dle specifikace 01245B smalt (HM0548234121407)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A2EE76C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4710CBA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0020407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1E029FDD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B53FF9C" w14:textId="4AC02580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Tabulka modrá tisk bílý dle specifikace 01245A smalt (HM0548234080434)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081DAD0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0B440EB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E2B4BAA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60058486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7EAD2A6" w14:textId="5FE6BB95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Tabulka modrá tisk bílý dle specifikace 01245B smalt (HM0548234131086)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6A0147B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63E74EC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5184B18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6C3F321F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FC5F0DD" w14:textId="5D79B2BE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Těsnění (CV012490002)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7B62187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13130AE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72547C4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71CE2D45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FADFB15" w14:textId="2602FF94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Těsnění dveří PUR, délka 1,8 m (HM0273479990110)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086482B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A8B770E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3634154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789B07EE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F8A6DC0" w14:textId="797F0E3C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Těsnění pryžové (CV318340032)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CA10CC1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973362F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3F27C65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70755B3B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01F58AF" w14:textId="5B01084C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Trafo JOC E32452-009 NTU-2 (HM0374215990011)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D99E474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3DDF66E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543ADF4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73C6CFF5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1AE76DE" w14:textId="3AAE9E94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Trafo NTU 5B /51341B/ (HM0374215010004)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D12D527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687FCFA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A01026C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115A2231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C64E322" w14:textId="0A347EA6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Trafo ST 3 R1 (HM0374215010000)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56A8597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293BD9C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8DDD5A7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38122129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3140FA5" w14:textId="504AD190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Trafo ST4C (HM0374215010003)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3A91E62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9FF6FBD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76E9336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6C73C9AE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8D81E6D" w14:textId="49BA0FEB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Transformátor (CV012835019)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614283F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E58BAE5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D06E45E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583A766E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C15A75B" w14:textId="0CCA195B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Transformátor návěstní ST-7 upevnění na svorník M5 (HM0374215010006)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5C246B1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91EDF13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060AF86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70DFA75F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7E9377B" w14:textId="0D951F2C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lastRenderedPageBreak/>
              <w:t>Transformátor návěstní ST-7B upevnění na svorník M6 (HM0374215010007)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9024D30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8580CAB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4EADAFA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3E5C00B6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4A976EF" w14:textId="33CD58ED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Transformátor NTU 4C (CV513399003)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4449E06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76EEE92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5C33F30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193AA32E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C8FCEB9" w14:textId="143EF25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Trubka nástavná (CV012600006)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3FA6CDE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92F5C6F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8F9FBB9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2E5CCBFC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FDB5959" w14:textId="351159D3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Trubka nástavná (CV012600007M)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CFF525E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A07D257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91D268D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0BB8F0E9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CC95C2C" w14:textId="70C4F679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Trubka nástavná úplná (CV012605006)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3E1E0D2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B7AB426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D5E0A2B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15DA9FE0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B08237E" w14:textId="1221BD1C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Trubka ochranná (CV725015004)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246783B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47F5902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48678F1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5AC1BB31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E6AF657" w14:textId="1D698428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Třmen holý 01239D-009 (CV012390009)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879153D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8309064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A200DE5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6303B8D9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37B10BE" w14:textId="32E67D02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Třmen nerezový pro konzolu dolní (CV012410006)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33E313F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3F43120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A0D8067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358757C2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B64B5A3" w14:textId="47FF31A4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Třmen nerezový pro stupačku montážní (CV012390012M)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1991D7B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A0CEDD8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D0D6277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240B2C2F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A592873" w14:textId="012386EE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Ukazatel rychlosti UR-3 (CV012359001)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9718A96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3DE68EC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66BE3B2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372FCB63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53E45C9" w14:textId="41D30E54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Ukazatel rychlosti UR-3 dolní (CV012359002)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107F93B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9F0EB4E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A7FE2E3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7A0016F2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F1D1EB4" w14:textId="2A0D195D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Větráček (CV010545005)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B2FA380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DA0439D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84E96E7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6AEBDA13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1D9B994" w14:textId="433A1FE5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Víko skříně (CV012430006M)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8B115F1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CA39AB6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B7321FD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402D4972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E7472AA" w14:textId="4C5A6EA0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Víko skříně s větráčkem (CV012435506)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45FE3F6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DB9261C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2F806E5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68E319E6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FEC52E6" w14:textId="35071254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Víko stožáru (CV012600009)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8350E95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67D397A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D12E4DF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4DE267F9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DFBCC82" w14:textId="02032FEB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Vložka (CV012300046B)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FE16AC6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5C9F5B5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FE42167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513646A2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760937F" w14:textId="1550D8DB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Vložka antireflexní (CV014410127B)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F072622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04EE3A3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D7F8C4D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221ABFBA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7E8C269" w14:textId="53F8C964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Vložka optická (CV014410100)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776E820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7B3CD04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7CD17E6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4734A5E7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95E30F8" w14:textId="2B66477D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Vodič (CV012435004)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D8955F5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8B39D3B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DA39269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4B46B40F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901E318" w14:textId="3121CE8F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Vzpěra přímá úplná (CV012155010)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871FB8B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7CBC596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F67C6E8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20779A02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466EBF0" w14:textId="4376F1D8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Základ náv. TIIIZ upravený 53×73×170 cm (HM0592110140001)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B762C6E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F93546C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21A929F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4EAE9946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DA103FB" w14:textId="4A25E25A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Základ pod žebříky k náv. 10×40×80 cm (HM0592110060000)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5226183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303DAAC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05E8CA89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2512CB4A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F729A22" w14:textId="294B923D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Základ svět.náv. TIIIZ 53×73×170 cm (HM0592110140000)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A8FEB16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E3A7192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323F249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7C57E846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D7AA7A6" w14:textId="24D25612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Základ svět.náv. TIZ 51×71×135 cm (HM0592110090000)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57E7F72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0EC00DF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8EA3749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0551D636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B442F29" w14:textId="1738EA70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Základ trp.sv.náv. TRIIN 40×65×100 cm (HM0592111130000)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1D1F4E3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EAC7CC1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A3B0594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5ABE1A97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9D9D112" w14:textId="2A7DB01F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lastRenderedPageBreak/>
              <w:t>Základ trp.sv.náv. TRIN 40×40×100 cm (HM0592111120000)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4368824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B11966E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CC4F37E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04684DEA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91CC007" w14:textId="00948DBE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Základ trpasl.návěstidla ZTN 9904.13 (HM0321859999904)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EFF9B72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EFB2228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35A25C9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585E8F02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C82CD63" w14:textId="6952F16E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Záslepka pomocná (CV012279001)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10E5144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D5072BF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24EE971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18030AB1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5CBDC6F" w14:textId="0F6062E9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Žárovka Philips RS6040, 12V 20W BA20d LL čirá (HM0347260040000)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8D46491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722EB23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1A37D1A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45C5CA5D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9DEB061" w14:textId="680955B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Žárovka SIG 1220UE 12V 20W BA 20D OSRAM (HM0347260100000)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F214CEF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4B91428B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EB2A08C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1A1F" w14:paraId="6172B059" w14:textId="77777777" w:rsidTr="00E81A1F">
        <w:trPr>
          <w:trHeight w:val="336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30F2030" w14:textId="7172839D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Žárovka signální SIG 64004 50W/10V K23d CL OSRAM (HM0347260140000)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652D889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349C66D" w14:textId="77777777" w:rsidR="00E81A1F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04E2873" w14:textId="77777777" w:rsidR="00E81A1F" w:rsidRPr="00455647" w:rsidRDefault="00E81A1F" w:rsidP="00431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</w:tr>
    </w:tbl>
    <w:p w14:paraId="463E98F5" w14:textId="77777777" w:rsidR="00FC578D" w:rsidRDefault="00FC578D" w:rsidP="008478D6">
      <w:pPr>
        <w:pStyle w:val="Mstoaas"/>
        <w:rPr>
          <w:rFonts w:asciiTheme="minorHAnsi" w:hAnsiTheme="minorHAnsi"/>
        </w:rPr>
      </w:pPr>
    </w:p>
    <w:p w14:paraId="23E96F5A" w14:textId="1A9AF891" w:rsidR="008478D6" w:rsidRPr="0039682D" w:rsidRDefault="008478D6" w:rsidP="008478D6">
      <w:pPr>
        <w:pStyle w:val="Mstoaas"/>
        <w:rPr>
          <w:rFonts w:asciiTheme="minorHAnsi" w:hAnsiTheme="minorHAnsi"/>
        </w:rPr>
      </w:pPr>
      <w:r w:rsidRPr="0039682D">
        <w:rPr>
          <w:rFonts w:asciiTheme="minorHAnsi" w:hAnsiTheme="minorHAnsi"/>
        </w:rPr>
        <w:t xml:space="preserve">V </w:t>
      </w:r>
      <w:r w:rsidRPr="0049608D">
        <w:rPr>
          <w:rFonts w:asciiTheme="minorHAnsi" w:hAnsiTheme="minorHAnsi"/>
          <w:bCs/>
          <w:highlight w:val="green"/>
        </w:rPr>
        <w:t>[</w:t>
      </w:r>
      <w:r w:rsidRPr="0039682D">
        <w:rPr>
          <w:rFonts w:asciiTheme="minorHAnsi" w:hAnsiTheme="minorHAnsi"/>
          <w:bCs/>
          <w:highlight w:val="green"/>
        </w:rPr>
        <w:t>DOPLNÍ</w:t>
      </w:r>
      <w:r w:rsidRPr="0039682D">
        <w:rPr>
          <w:rFonts w:asciiTheme="minorHAnsi" w:hAnsiTheme="minorHAnsi"/>
          <w:highlight w:val="green"/>
        </w:rPr>
        <w:t xml:space="preserve"> ÚČASTNÍK</w:t>
      </w:r>
      <w:r w:rsidRPr="0049608D">
        <w:rPr>
          <w:rFonts w:asciiTheme="minorHAnsi" w:hAnsiTheme="minorHAnsi"/>
          <w:highlight w:val="green"/>
        </w:rPr>
        <w:t>]</w:t>
      </w:r>
      <w:r w:rsidRPr="0039682D">
        <w:rPr>
          <w:rFonts w:asciiTheme="minorHAnsi" w:hAnsiTheme="minorHAnsi"/>
        </w:rPr>
        <w:t xml:space="preserve"> dne </w:t>
      </w:r>
      <w:r w:rsidRPr="0049608D">
        <w:rPr>
          <w:rFonts w:asciiTheme="minorHAnsi" w:hAnsiTheme="minorHAnsi"/>
          <w:bCs/>
          <w:highlight w:val="green"/>
        </w:rPr>
        <w:t>[</w:t>
      </w:r>
      <w:r w:rsidRPr="0039682D">
        <w:rPr>
          <w:rFonts w:asciiTheme="minorHAnsi" w:hAnsiTheme="minorHAnsi"/>
          <w:bCs/>
          <w:highlight w:val="green"/>
        </w:rPr>
        <w:t>DOPLNÍ</w:t>
      </w:r>
      <w:r w:rsidRPr="0039682D">
        <w:rPr>
          <w:rFonts w:asciiTheme="minorHAnsi" w:hAnsiTheme="minorHAnsi"/>
          <w:highlight w:val="green"/>
        </w:rPr>
        <w:t xml:space="preserve"> ÚČASTNÍK</w:t>
      </w:r>
      <w:r w:rsidRPr="0049608D">
        <w:rPr>
          <w:rFonts w:asciiTheme="minorHAnsi" w:hAnsiTheme="minorHAnsi"/>
          <w:highlight w:val="green"/>
        </w:rPr>
        <w:t>]</w:t>
      </w:r>
    </w:p>
    <w:p w14:paraId="6E93C3CB" w14:textId="77777777" w:rsidR="008478D6" w:rsidRPr="00A035EA" w:rsidRDefault="008478D6" w:rsidP="00A035EA">
      <w:pPr>
        <w:spacing w:line="240" w:lineRule="auto"/>
        <w:rPr>
          <w:rFonts w:eastAsia="Times New Roman" w:cs="Times New Roman"/>
          <w:lang w:eastAsia="cs-CZ"/>
        </w:rPr>
      </w:pPr>
    </w:p>
    <w:sectPr w:rsidR="008478D6" w:rsidRPr="00A035EA" w:rsidSect="00D9029A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62B481" w14:textId="77777777" w:rsidR="00E03BDD" w:rsidRDefault="00E03BDD" w:rsidP="00962258">
      <w:pPr>
        <w:spacing w:after="0" w:line="240" w:lineRule="auto"/>
      </w:pPr>
      <w:r>
        <w:separator/>
      </w:r>
    </w:p>
  </w:endnote>
  <w:endnote w:type="continuationSeparator" w:id="0">
    <w:p w14:paraId="3CDDC6C4" w14:textId="77777777" w:rsidR="00E03BDD" w:rsidRDefault="00E03BD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F3405" w14:paraId="6A745E14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1DAFAF8" w14:textId="4A46F1E7" w:rsidR="005F3405" w:rsidRPr="00B8518B" w:rsidRDefault="005F3405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309A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309A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8DAE67E" w14:textId="77777777" w:rsidR="005F3405" w:rsidRDefault="005F3405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60C946EA" w14:textId="77777777" w:rsidR="005F3405" w:rsidRDefault="005F3405" w:rsidP="00B8518B">
          <w:pPr>
            <w:pStyle w:val="Zpat"/>
          </w:pPr>
        </w:p>
      </w:tc>
      <w:tc>
        <w:tcPr>
          <w:tcW w:w="2921" w:type="dxa"/>
        </w:tcPr>
        <w:p w14:paraId="24B2625D" w14:textId="77777777" w:rsidR="005F3405" w:rsidRDefault="005F3405" w:rsidP="00D831A3">
          <w:pPr>
            <w:pStyle w:val="Zpat"/>
          </w:pPr>
        </w:p>
      </w:tc>
    </w:tr>
  </w:tbl>
  <w:p w14:paraId="0D4A0C5F" w14:textId="77777777" w:rsidR="005F3405" w:rsidRPr="00B8518B" w:rsidRDefault="005F3405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50D702B" wp14:editId="5F94EC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B3724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F43A946" wp14:editId="11C1CA4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2341A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5F3405" w14:paraId="08928790" w14:textId="7777777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40AB448" w14:textId="4C84D3D4" w:rsidR="005F3405" w:rsidRPr="00B8518B" w:rsidRDefault="005F3405" w:rsidP="008A5E56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309A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t>1</w:t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69B31089" w14:textId="77777777" w:rsidR="005F3405" w:rsidRDefault="005F3405" w:rsidP="008A5E56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158E4491" w14:textId="77777777" w:rsidR="005F3405" w:rsidRDefault="005F3405" w:rsidP="008A5E56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</w:tcPr>
        <w:p w14:paraId="0DE93EA1" w14:textId="77777777" w:rsidR="005F3405" w:rsidRDefault="005F3405" w:rsidP="008A5E56">
          <w:pPr>
            <w:pStyle w:val="Zpat"/>
            <w:spacing w:before="0"/>
            <w:jc w:val="lef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481452B2" w14:textId="77777777" w:rsidR="005F3405" w:rsidRDefault="005F3405" w:rsidP="008A5E56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4EB556F2" w14:textId="77777777" w:rsidR="005F3405" w:rsidRDefault="005F3405" w:rsidP="008A5E56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1DD56B6A" w14:textId="77777777" w:rsidR="005F3405" w:rsidRDefault="005F3405" w:rsidP="008A5E56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1F8691C2" w14:textId="77777777" w:rsidR="005F3405" w:rsidRDefault="005F3405" w:rsidP="008A5E56">
          <w:pPr>
            <w:pStyle w:val="Zpat"/>
            <w:spacing w:before="0"/>
          </w:pPr>
        </w:p>
      </w:tc>
    </w:tr>
  </w:tbl>
  <w:p w14:paraId="786748BF" w14:textId="77777777" w:rsidR="005F3405" w:rsidRPr="00B8518B" w:rsidRDefault="005F3405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8363AA6" wp14:editId="1374B87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F5068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FD47B1F" wp14:editId="15845DA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81EC6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D5EB263" w14:textId="77777777" w:rsidR="005F3405" w:rsidRPr="00460660" w:rsidRDefault="005F340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724A5D" w14:textId="77777777" w:rsidR="00E03BDD" w:rsidRDefault="00E03BDD" w:rsidP="00962258">
      <w:pPr>
        <w:spacing w:after="0" w:line="240" w:lineRule="auto"/>
      </w:pPr>
      <w:r>
        <w:separator/>
      </w:r>
    </w:p>
  </w:footnote>
  <w:footnote w:type="continuationSeparator" w:id="0">
    <w:p w14:paraId="0802AB94" w14:textId="77777777" w:rsidR="00E03BDD" w:rsidRDefault="00E03BDD" w:rsidP="00962258">
      <w:pPr>
        <w:spacing w:after="0" w:line="240" w:lineRule="auto"/>
      </w:pPr>
      <w:r>
        <w:continuationSeparator/>
      </w:r>
    </w:p>
  </w:footnote>
  <w:footnote w:id="1">
    <w:p w14:paraId="68113B40" w14:textId="768914FC" w:rsidR="00E81A1F" w:rsidRDefault="00E81A1F">
      <w:pPr>
        <w:pStyle w:val="Textpoznpodarou"/>
      </w:pPr>
      <w:r>
        <w:rPr>
          <w:rStyle w:val="Znakapoznpodarou"/>
        </w:rPr>
        <w:footnoteRef/>
      </w:r>
      <w:r>
        <w:t xml:space="preserve"> Pokud účastník bude v rámci položky zboží uvádět PTP, buňku ve sloupečku Osvědčení/TP proškrtne.</w:t>
      </w:r>
    </w:p>
  </w:footnote>
  <w:footnote w:id="2">
    <w:p w14:paraId="6662EDD8" w14:textId="4583C80C" w:rsidR="00E81A1F" w:rsidRDefault="00E81A1F">
      <w:pPr>
        <w:pStyle w:val="Textpoznpodarou"/>
      </w:pPr>
      <w:r>
        <w:rPr>
          <w:rStyle w:val="Znakapoznpodarou"/>
        </w:rPr>
        <w:footnoteRef/>
      </w:r>
      <w:r>
        <w:t xml:space="preserve"> Pokud účastník bude v rámci položky zboží uvádět Osvědčení/TP, buňku ve sloupečku PTP proškrtne.</w:t>
      </w:r>
    </w:p>
  </w:footnote>
  <w:footnote w:id="3">
    <w:p w14:paraId="4E20D378" w14:textId="677A9014" w:rsidR="00E81A1F" w:rsidRDefault="00E81A1F" w:rsidP="0049608D">
      <w:pPr>
        <w:pStyle w:val="Textpoznpodarou"/>
      </w:pPr>
      <w:r>
        <w:rPr>
          <w:rStyle w:val="Znakapoznpodarou"/>
        </w:rPr>
        <w:footnoteRef/>
      </w:r>
      <w:r>
        <w:t xml:space="preserve"> Účastník uvede osobou, která má se Zadavatelem pod uvedeným číslem TP nebo PTP předmětné TP nebo PTP uzavřeny či vydáno Osvědčení.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F3405" w14:paraId="292E6BAC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889116" w14:textId="77777777" w:rsidR="005F3405" w:rsidRPr="00B8518B" w:rsidRDefault="005F3405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3632FA05" w14:textId="77777777" w:rsidR="005F3405" w:rsidRDefault="005F3405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CAE6390" w14:textId="77777777" w:rsidR="005F3405" w:rsidRPr="00D6163D" w:rsidRDefault="005F3405" w:rsidP="00D6163D">
          <w:pPr>
            <w:pStyle w:val="Druhdokumentu"/>
          </w:pPr>
        </w:p>
      </w:tc>
    </w:tr>
  </w:tbl>
  <w:p w14:paraId="74E56F96" w14:textId="77777777" w:rsidR="005F3405" w:rsidRPr="00D6163D" w:rsidRDefault="005F3405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F3405" w14:paraId="2CD016B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8FEB9" w14:textId="77777777" w:rsidR="005F3405" w:rsidRPr="00B8518B" w:rsidRDefault="005F3405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36F0C32B" w14:textId="77777777" w:rsidR="005F3405" w:rsidRDefault="005F3405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4D7C18CC" w14:textId="77777777" w:rsidR="005F3405" w:rsidRPr="00D6163D" w:rsidRDefault="005F3405" w:rsidP="00FC6389">
          <w:pPr>
            <w:pStyle w:val="Druhdokumentu"/>
          </w:pPr>
        </w:p>
      </w:tc>
    </w:tr>
    <w:tr w:rsidR="005F3405" w14:paraId="1F6384C7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60329D7" w14:textId="77777777" w:rsidR="005F3405" w:rsidRPr="00B8518B" w:rsidRDefault="005F3405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0268F706" w14:textId="77777777" w:rsidR="005F3405" w:rsidRDefault="005F3405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FD95376" w14:textId="77777777" w:rsidR="005F3405" w:rsidRPr="00D6163D" w:rsidRDefault="005F3405" w:rsidP="00FC6389">
          <w:pPr>
            <w:pStyle w:val="Druhdokumentu"/>
          </w:pPr>
        </w:p>
      </w:tc>
    </w:tr>
  </w:tbl>
  <w:p w14:paraId="47E98588" w14:textId="77777777" w:rsidR="005F3405" w:rsidRPr="00D6163D" w:rsidRDefault="005F3405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279FCB4" wp14:editId="2CE0695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4B497EF" w14:textId="77777777" w:rsidR="005F3405" w:rsidRPr="00460660" w:rsidRDefault="005F3405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631210162">
    <w:abstractNumId w:val="2"/>
  </w:num>
  <w:num w:numId="2" w16cid:durableId="325016966">
    <w:abstractNumId w:val="1"/>
  </w:num>
  <w:num w:numId="3" w16cid:durableId="21469698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60043895">
    <w:abstractNumId w:val="7"/>
  </w:num>
  <w:num w:numId="5" w16cid:durableId="617101901">
    <w:abstractNumId w:val="3"/>
  </w:num>
  <w:num w:numId="6" w16cid:durableId="317882182">
    <w:abstractNumId w:val="4"/>
  </w:num>
  <w:num w:numId="7" w16cid:durableId="191581063">
    <w:abstractNumId w:val="0"/>
  </w:num>
  <w:num w:numId="8" w16cid:durableId="294796115">
    <w:abstractNumId w:val="5"/>
  </w:num>
  <w:num w:numId="9" w16cid:durableId="119669817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2140260">
    <w:abstractNumId w:val="4"/>
  </w:num>
  <w:num w:numId="11" w16cid:durableId="2121487193">
    <w:abstractNumId w:val="1"/>
  </w:num>
  <w:num w:numId="12" w16cid:durableId="563183205">
    <w:abstractNumId w:val="4"/>
  </w:num>
  <w:num w:numId="13" w16cid:durableId="754982400">
    <w:abstractNumId w:val="4"/>
  </w:num>
  <w:num w:numId="14" w16cid:durableId="1484587009">
    <w:abstractNumId w:val="4"/>
  </w:num>
  <w:num w:numId="15" w16cid:durableId="829521068">
    <w:abstractNumId w:val="4"/>
  </w:num>
  <w:num w:numId="16" w16cid:durableId="438372111">
    <w:abstractNumId w:val="8"/>
  </w:num>
  <w:num w:numId="17" w16cid:durableId="1549217283">
    <w:abstractNumId w:val="2"/>
  </w:num>
  <w:num w:numId="18" w16cid:durableId="1352685811">
    <w:abstractNumId w:val="8"/>
  </w:num>
  <w:num w:numId="19" w16cid:durableId="16196505">
    <w:abstractNumId w:val="8"/>
  </w:num>
  <w:num w:numId="20" w16cid:durableId="388846680">
    <w:abstractNumId w:val="8"/>
  </w:num>
  <w:num w:numId="21" w16cid:durableId="1294560316">
    <w:abstractNumId w:val="8"/>
  </w:num>
  <w:num w:numId="22" w16cid:durableId="1765689288">
    <w:abstractNumId w:val="4"/>
  </w:num>
  <w:num w:numId="23" w16cid:durableId="211039115">
    <w:abstractNumId w:val="1"/>
  </w:num>
  <w:num w:numId="24" w16cid:durableId="836458027">
    <w:abstractNumId w:val="4"/>
  </w:num>
  <w:num w:numId="25" w16cid:durableId="1752237884">
    <w:abstractNumId w:val="4"/>
  </w:num>
  <w:num w:numId="26" w16cid:durableId="126432076">
    <w:abstractNumId w:val="4"/>
  </w:num>
  <w:num w:numId="27" w16cid:durableId="1451431446">
    <w:abstractNumId w:val="4"/>
  </w:num>
  <w:num w:numId="28" w16cid:durableId="1088119246">
    <w:abstractNumId w:val="8"/>
  </w:num>
  <w:num w:numId="29" w16cid:durableId="316961171">
    <w:abstractNumId w:val="2"/>
  </w:num>
  <w:num w:numId="30" w16cid:durableId="1794130516">
    <w:abstractNumId w:val="8"/>
  </w:num>
  <w:num w:numId="31" w16cid:durableId="657347436">
    <w:abstractNumId w:val="8"/>
  </w:num>
  <w:num w:numId="32" w16cid:durableId="1114057398">
    <w:abstractNumId w:val="8"/>
  </w:num>
  <w:num w:numId="33" w16cid:durableId="1978678310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30BA7"/>
    <w:rsid w:val="00032878"/>
    <w:rsid w:val="000648AA"/>
    <w:rsid w:val="00072C1E"/>
    <w:rsid w:val="000860E6"/>
    <w:rsid w:val="00090A48"/>
    <w:rsid w:val="000D398B"/>
    <w:rsid w:val="000E23A7"/>
    <w:rsid w:val="0010693F"/>
    <w:rsid w:val="00114472"/>
    <w:rsid w:val="001550BC"/>
    <w:rsid w:val="001605B9"/>
    <w:rsid w:val="00170EC5"/>
    <w:rsid w:val="001747C1"/>
    <w:rsid w:val="00184743"/>
    <w:rsid w:val="001C526A"/>
    <w:rsid w:val="001E0423"/>
    <w:rsid w:val="00205F7E"/>
    <w:rsid w:val="00207DF5"/>
    <w:rsid w:val="00217628"/>
    <w:rsid w:val="00227D5C"/>
    <w:rsid w:val="00241431"/>
    <w:rsid w:val="00242D29"/>
    <w:rsid w:val="002505F9"/>
    <w:rsid w:val="002713C1"/>
    <w:rsid w:val="00280E07"/>
    <w:rsid w:val="002826AC"/>
    <w:rsid w:val="002A238B"/>
    <w:rsid w:val="002A2611"/>
    <w:rsid w:val="002B76F2"/>
    <w:rsid w:val="002C1ED4"/>
    <w:rsid w:val="002C31BF"/>
    <w:rsid w:val="002D08B1"/>
    <w:rsid w:val="002E0CD7"/>
    <w:rsid w:val="002E2B86"/>
    <w:rsid w:val="00314F36"/>
    <w:rsid w:val="003160DC"/>
    <w:rsid w:val="003255AB"/>
    <w:rsid w:val="00341DCF"/>
    <w:rsid w:val="00357BC6"/>
    <w:rsid w:val="00361AC6"/>
    <w:rsid w:val="00363A3B"/>
    <w:rsid w:val="003813B7"/>
    <w:rsid w:val="003956C6"/>
    <w:rsid w:val="0039682D"/>
    <w:rsid w:val="003A18CB"/>
    <w:rsid w:val="003A4576"/>
    <w:rsid w:val="003B2583"/>
    <w:rsid w:val="003B38FB"/>
    <w:rsid w:val="003E3CF1"/>
    <w:rsid w:val="003E58EA"/>
    <w:rsid w:val="00423874"/>
    <w:rsid w:val="00431584"/>
    <w:rsid w:val="00441430"/>
    <w:rsid w:val="00450F07"/>
    <w:rsid w:val="00453CD3"/>
    <w:rsid w:val="00460660"/>
    <w:rsid w:val="00466F7A"/>
    <w:rsid w:val="00486107"/>
    <w:rsid w:val="004871B8"/>
    <w:rsid w:val="00491827"/>
    <w:rsid w:val="004925B8"/>
    <w:rsid w:val="00495D6D"/>
    <w:rsid w:val="0049608D"/>
    <w:rsid w:val="004A573E"/>
    <w:rsid w:val="004B348C"/>
    <w:rsid w:val="004B4A42"/>
    <w:rsid w:val="004C4399"/>
    <w:rsid w:val="004C787C"/>
    <w:rsid w:val="004D4EE8"/>
    <w:rsid w:val="004E143C"/>
    <w:rsid w:val="004E3A53"/>
    <w:rsid w:val="004F20BC"/>
    <w:rsid w:val="004F4B9B"/>
    <w:rsid w:val="004F69EA"/>
    <w:rsid w:val="00503961"/>
    <w:rsid w:val="0050557E"/>
    <w:rsid w:val="00505C67"/>
    <w:rsid w:val="00511AB9"/>
    <w:rsid w:val="00523EA7"/>
    <w:rsid w:val="0054046E"/>
    <w:rsid w:val="00553375"/>
    <w:rsid w:val="00555659"/>
    <w:rsid w:val="00557C28"/>
    <w:rsid w:val="005736B7"/>
    <w:rsid w:val="00575E5A"/>
    <w:rsid w:val="005A1D7F"/>
    <w:rsid w:val="005C0CB0"/>
    <w:rsid w:val="005D0F05"/>
    <w:rsid w:val="005E71C8"/>
    <w:rsid w:val="005F1404"/>
    <w:rsid w:val="005F3405"/>
    <w:rsid w:val="00603A71"/>
    <w:rsid w:val="0061068E"/>
    <w:rsid w:val="006240C3"/>
    <w:rsid w:val="00634993"/>
    <w:rsid w:val="00660AD3"/>
    <w:rsid w:val="0066225E"/>
    <w:rsid w:val="00677B7F"/>
    <w:rsid w:val="00682D48"/>
    <w:rsid w:val="0068696B"/>
    <w:rsid w:val="00691710"/>
    <w:rsid w:val="006931F2"/>
    <w:rsid w:val="006A3559"/>
    <w:rsid w:val="006A5570"/>
    <w:rsid w:val="006A689C"/>
    <w:rsid w:val="006B3D79"/>
    <w:rsid w:val="006D392E"/>
    <w:rsid w:val="006D7AFE"/>
    <w:rsid w:val="006E0578"/>
    <w:rsid w:val="006E314D"/>
    <w:rsid w:val="006F0232"/>
    <w:rsid w:val="00706695"/>
    <w:rsid w:val="00710723"/>
    <w:rsid w:val="00723ED1"/>
    <w:rsid w:val="007366C6"/>
    <w:rsid w:val="00743525"/>
    <w:rsid w:val="0076286B"/>
    <w:rsid w:val="0076355E"/>
    <w:rsid w:val="00766846"/>
    <w:rsid w:val="007728AC"/>
    <w:rsid w:val="0077673A"/>
    <w:rsid w:val="007846E1"/>
    <w:rsid w:val="007B570C"/>
    <w:rsid w:val="007C589B"/>
    <w:rsid w:val="007D7F50"/>
    <w:rsid w:val="007E4A6E"/>
    <w:rsid w:val="007F56A7"/>
    <w:rsid w:val="007F5764"/>
    <w:rsid w:val="007F5AED"/>
    <w:rsid w:val="00807DD0"/>
    <w:rsid w:val="008202EB"/>
    <w:rsid w:val="00822AEB"/>
    <w:rsid w:val="00830317"/>
    <w:rsid w:val="0083431C"/>
    <w:rsid w:val="008478D6"/>
    <w:rsid w:val="008659F3"/>
    <w:rsid w:val="00886D4B"/>
    <w:rsid w:val="00886DA3"/>
    <w:rsid w:val="00895406"/>
    <w:rsid w:val="008A3568"/>
    <w:rsid w:val="008A5E56"/>
    <w:rsid w:val="008A6E39"/>
    <w:rsid w:val="008C4874"/>
    <w:rsid w:val="008D03B9"/>
    <w:rsid w:val="008D5977"/>
    <w:rsid w:val="008F18D6"/>
    <w:rsid w:val="008F331D"/>
    <w:rsid w:val="00904780"/>
    <w:rsid w:val="00911759"/>
    <w:rsid w:val="00922385"/>
    <w:rsid w:val="009223DF"/>
    <w:rsid w:val="00923DE9"/>
    <w:rsid w:val="00936091"/>
    <w:rsid w:val="00940D8A"/>
    <w:rsid w:val="00962258"/>
    <w:rsid w:val="009678B7"/>
    <w:rsid w:val="0097460B"/>
    <w:rsid w:val="009833E1"/>
    <w:rsid w:val="00987927"/>
    <w:rsid w:val="00992D9C"/>
    <w:rsid w:val="009959AE"/>
    <w:rsid w:val="00996202"/>
    <w:rsid w:val="00996CB8"/>
    <w:rsid w:val="009B14A9"/>
    <w:rsid w:val="009B28FE"/>
    <w:rsid w:val="009B2E97"/>
    <w:rsid w:val="009C0C56"/>
    <w:rsid w:val="009E07F4"/>
    <w:rsid w:val="009E548D"/>
    <w:rsid w:val="009E5AC1"/>
    <w:rsid w:val="009E7813"/>
    <w:rsid w:val="009F04B2"/>
    <w:rsid w:val="009F09D2"/>
    <w:rsid w:val="009F10F3"/>
    <w:rsid w:val="009F392E"/>
    <w:rsid w:val="009F64D3"/>
    <w:rsid w:val="00A035EA"/>
    <w:rsid w:val="00A309AE"/>
    <w:rsid w:val="00A371CC"/>
    <w:rsid w:val="00A46585"/>
    <w:rsid w:val="00A6177B"/>
    <w:rsid w:val="00A66136"/>
    <w:rsid w:val="00A905C0"/>
    <w:rsid w:val="00A93F01"/>
    <w:rsid w:val="00A96657"/>
    <w:rsid w:val="00AA4CBB"/>
    <w:rsid w:val="00AA65FA"/>
    <w:rsid w:val="00AA7351"/>
    <w:rsid w:val="00AA78FC"/>
    <w:rsid w:val="00AD056F"/>
    <w:rsid w:val="00AD6731"/>
    <w:rsid w:val="00AE26B3"/>
    <w:rsid w:val="00AF0FCE"/>
    <w:rsid w:val="00AF3621"/>
    <w:rsid w:val="00AF5147"/>
    <w:rsid w:val="00B00E51"/>
    <w:rsid w:val="00B07808"/>
    <w:rsid w:val="00B14146"/>
    <w:rsid w:val="00B15D0D"/>
    <w:rsid w:val="00B40784"/>
    <w:rsid w:val="00B66DED"/>
    <w:rsid w:val="00B71BD2"/>
    <w:rsid w:val="00B75EE1"/>
    <w:rsid w:val="00B77481"/>
    <w:rsid w:val="00B83FE6"/>
    <w:rsid w:val="00B8518B"/>
    <w:rsid w:val="00BC4C51"/>
    <w:rsid w:val="00BC617D"/>
    <w:rsid w:val="00BD2273"/>
    <w:rsid w:val="00BD7E91"/>
    <w:rsid w:val="00C02D0A"/>
    <w:rsid w:val="00C03A6E"/>
    <w:rsid w:val="00C12CE0"/>
    <w:rsid w:val="00C14D97"/>
    <w:rsid w:val="00C15D7C"/>
    <w:rsid w:val="00C20738"/>
    <w:rsid w:val="00C44F6A"/>
    <w:rsid w:val="00C47AE3"/>
    <w:rsid w:val="00C47D15"/>
    <w:rsid w:val="00C72E76"/>
    <w:rsid w:val="00C81208"/>
    <w:rsid w:val="00C81AB0"/>
    <w:rsid w:val="00C97CFD"/>
    <w:rsid w:val="00CD1FC4"/>
    <w:rsid w:val="00CD7CFB"/>
    <w:rsid w:val="00D03E27"/>
    <w:rsid w:val="00D074E8"/>
    <w:rsid w:val="00D21061"/>
    <w:rsid w:val="00D30C28"/>
    <w:rsid w:val="00D406CF"/>
    <w:rsid w:val="00D4108E"/>
    <w:rsid w:val="00D6163D"/>
    <w:rsid w:val="00D73D46"/>
    <w:rsid w:val="00D748EB"/>
    <w:rsid w:val="00D831A3"/>
    <w:rsid w:val="00D9029A"/>
    <w:rsid w:val="00DB46BB"/>
    <w:rsid w:val="00DC75F3"/>
    <w:rsid w:val="00DD46F3"/>
    <w:rsid w:val="00DE56F2"/>
    <w:rsid w:val="00DF116D"/>
    <w:rsid w:val="00E03BDD"/>
    <w:rsid w:val="00E21FD0"/>
    <w:rsid w:val="00E2278C"/>
    <w:rsid w:val="00E55BDE"/>
    <w:rsid w:val="00E81A1F"/>
    <w:rsid w:val="00E82D17"/>
    <w:rsid w:val="00EB104F"/>
    <w:rsid w:val="00ED14BD"/>
    <w:rsid w:val="00EF456D"/>
    <w:rsid w:val="00F0533E"/>
    <w:rsid w:val="00F1048D"/>
    <w:rsid w:val="00F12DEC"/>
    <w:rsid w:val="00F1715C"/>
    <w:rsid w:val="00F310F8"/>
    <w:rsid w:val="00F322E4"/>
    <w:rsid w:val="00F35939"/>
    <w:rsid w:val="00F45607"/>
    <w:rsid w:val="00F5558F"/>
    <w:rsid w:val="00F56776"/>
    <w:rsid w:val="00F60FAC"/>
    <w:rsid w:val="00F659EB"/>
    <w:rsid w:val="00F84E4B"/>
    <w:rsid w:val="00F86BA6"/>
    <w:rsid w:val="00FB15AB"/>
    <w:rsid w:val="00FB3E1A"/>
    <w:rsid w:val="00FB6AC2"/>
    <w:rsid w:val="00FC578D"/>
    <w:rsid w:val="00FC6389"/>
    <w:rsid w:val="00FE0F4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BA599A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30C28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Identifikace">
    <w:name w:val="Identifikace"/>
    <w:basedOn w:val="Normln"/>
    <w:link w:val="IdentifikaceChar"/>
    <w:qFormat/>
    <w:rsid w:val="00D30C28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D30C28"/>
  </w:style>
  <w:style w:type="paragraph" w:styleId="Revize">
    <w:name w:val="Revision"/>
    <w:hidden/>
    <w:uiPriority w:val="99"/>
    <w:semiHidden/>
    <w:rsid w:val="006F0232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D074E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074E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074E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074E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074E8"/>
    <w:rPr>
      <w:b/>
      <w:bCs/>
      <w:sz w:val="20"/>
      <w:szCs w:val="20"/>
    </w:rPr>
  </w:style>
  <w:style w:type="character" w:customStyle="1" w:styleId="Tun">
    <w:name w:val="Tučně"/>
    <w:basedOn w:val="Standardnpsmoodstavce"/>
    <w:uiPriority w:val="1"/>
    <w:qFormat/>
    <w:rsid w:val="00FB3E1A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MstoaasChar">
    <w:name w:val="Místo a čas Char"/>
    <w:basedOn w:val="Standardnpsmoodstavce"/>
    <w:link w:val="Mstoaas"/>
    <w:locked/>
    <w:rsid w:val="008478D6"/>
    <w:rPr>
      <w:rFonts w:ascii="Times New Roman" w:eastAsia="Times New Roman" w:hAnsi="Times New Roman" w:cs="Times New Roman"/>
      <w:lang w:eastAsia="cs-CZ"/>
    </w:rPr>
  </w:style>
  <w:style w:type="paragraph" w:customStyle="1" w:styleId="Mstoaas">
    <w:name w:val="Místo a čas"/>
    <w:basedOn w:val="Normln"/>
    <w:link w:val="MstoaasChar"/>
    <w:qFormat/>
    <w:rsid w:val="008478D6"/>
    <w:pPr>
      <w:tabs>
        <w:tab w:val="right" w:pos="9063"/>
      </w:tabs>
      <w:spacing w:before="600" w:after="0"/>
      <w:outlineLvl w:val="0"/>
    </w:pPr>
    <w:rPr>
      <w:rFonts w:ascii="Times New Roman" w:eastAsia="Times New Roman" w:hAnsi="Times New Roman" w:cs="Times New Roman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C0C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89A690F-15EB-4312-A364-743798DFCF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84D35F-37D3-4008-81AB-3C69AE4A73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5</TotalTime>
  <Pages>23</Pages>
  <Words>4102</Words>
  <Characters>24203</Characters>
  <Application>Microsoft Office Word</Application>
  <DocSecurity>0</DocSecurity>
  <Lines>201</Lines>
  <Paragraphs>56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28249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Prachařová Karolína, Mgr.</cp:lastModifiedBy>
  <cp:revision>4</cp:revision>
  <cp:lastPrinted>2024-05-15T12:36:00Z</cp:lastPrinted>
  <dcterms:created xsi:type="dcterms:W3CDTF">2025-07-21T05:49:00Z</dcterms:created>
  <dcterms:modified xsi:type="dcterms:W3CDTF">2025-07-24T12:44:00Z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